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="142" w:tblpY="241"/>
        <w:tblW w:w="4924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218"/>
      </w:tblGrid>
      <w:tr w:rsidR="00BA293E" w:rsidRPr="00CF1A49" w14:paraId="1A2A991D" w14:textId="77777777" w:rsidTr="00B010D9">
        <w:trPr>
          <w:trHeight w:hRule="exact" w:val="1416"/>
        </w:trPr>
        <w:tc>
          <w:tcPr>
            <w:tcW w:w="9218" w:type="dxa"/>
            <w:tcMar>
              <w:top w:w="0" w:type="dxa"/>
              <w:bottom w:w="0" w:type="dxa"/>
            </w:tcMar>
          </w:tcPr>
          <w:p w14:paraId="79DE5082" w14:textId="6EFDC960" w:rsidR="00BA293E" w:rsidRPr="00BC01EA" w:rsidRDefault="00BA293E" w:rsidP="006F0D4D">
            <w:pPr>
              <w:pStyle w:val="Title"/>
              <w:spacing w:line="276" w:lineRule="auto"/>
              <w:rPr>
                <w:rFonts w:ascii="Times New Roman" w:hAnsi="Times New Roman" w:cs="Times New Roman"/>
                <w:iCs/>
                <w:sz w:val="48"/>
                <w:szCs w:val="48"/>
              </w:rPr>
            </w:pPr>
            <w:r w:rsidRPr="00BC01EA">
              <w:rPr>
                <w:rFonts w:ascii="Times New Roman" w:hAnsi="Times New Roman" w:cs="Times New Roman"/>
                <w:color w:val="000000" w:themeColor="text1"/>
                <w:sz w:val="48"/>
                <w:szCs w:val="48"/>
              </w:rPr>
              <w:t>ALKA</w:t>
            </w:r>
            <w:r>
              <w:rPr>
                <w:rFonts w:ascii="Times New Roman" w:hAnsi="Times New Roman" w:cs="Times New Roman"/>
                <w:color w:val="000000" w:themeColor="text1"/>
                <w:sz w:val="48"/>
                <w:szCs w:val="48"/>
              </w:rPr>
              <w:t xml:space="preserve"> KUMARI</w:t>
            </w:r>
            <w:r w:rsidRPr="00BC01EA">
              <w:rPr>
                <w:rFonts w:ascii="Times New Roman" w:hAnsi="Times New Roman" w:cs="Times New Roman"/>
                <w:color w:val="000000" w:themeColor="text1"/>
                <w:sz w:val="48"/>
                <w:szCs w:val="48"/>
              </w:rPr>
              <w:t xml:space="preserve"> PANDIT</w:t>
            </w:r>
          </w:p>
          <w:p w14:paraId="60C377A5" w14:textId="19236B60" w:rsidR="00BA293E" w:rsidRDefault="00BA293E" w:rsidP="006F0D4D">
            <w:pPr>
              <w:pStyle w:val="ContactInfoEmphasis"/>
              <w:spacing w:line="276" w:lineRule="auto"/>
              <w:contextualSpacing w:val="0"/>
              <w:rPr>
                <w:sz w:val="24"/>
                <w:szCs w:val="24"/>
              </w:rPr>
            </w:pPr>
            <w:r w:rsidRPr="00BC01EA">
              <w:rPr>
                <w:sz w:val="24"/>
                <w:szCs w:val="24"/>
              </w:rPr>
              <w:t xml:space="preserve">Email: </w:t>
            </w:r>
            <w:hyperlink r:id="rId11" w:history="1">
              <w:r w:rsidRPr="00FF4633">
                <w:rPr>
                  <w:rStyle w:val="Hyperlink"/>
                  <w:sz w:val="24"/>
                  <w:szCs w:val="24"/>
                </w:rPr>
                <w:t>alkapandit6101998@gmail.com</w:t>
              </w:r>
            </w:hyperlink>
            <w:r>
              <w:rPr>
                <w:sz w:val="24"/>
                <w:szCs w:val="24"/>
              </w:rPr>
              <w:t xml:space="preserve"> | </w:t>
            </w:r>
            <w:r w:rsidRPr="00BC01EA">
              <w:rPr>
                <w:sz w:val="24"/>
                <w:szCs w:val="24"/>
              </w:rPr>
              <w:t>LinkedIn: linkedin.com/in/alka-pandit</w:t>
            </w:r>
          </w:p>
          <w:p w14:paraId="45D1EEDA" w14:textId="64D3A599" w:rsidR="00BA293E" w:rsidRDefault="00BA293E" w:rsidP="006F0D4D">
            <w:pPr>
              <w:pStyle w:val="ContactInfoEmphasis"/>
              <w:spacing w:line="276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 (</w:t>
            </w:r>
            <w:r w:rsidRPr="00683367">
              <w:rPr>
                <w:sz w:val="24"/>
                <w:szCs w:val="24"/>
              </w:rPr>
              <w:t>+91</w:t>
            </w:r>
            <w:r>
              <w:rPr>
                <w:sz w:val="24"/>
                <w:szCs w:val="24"/>
              </w:rPr>
              <w:t>)</w:t>
            </w:r>
            <w:r w:rsidRPr="006833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6232096540</w:t>
            </w:r>
            <w:r w:rsidR="006F0D4D">
              <w:rPr>
                <w:sz w:val="24"/>
                <w:szCs w:val="24"/>
              </w:rPr>
              <w:t xml:space="preserve"> | GitHub: </w:t>
            </w:r>
            <w:r w:rsidR="006F0D4D" w:rsidRPr="006F0D4D">
              <w:rPr>
                <w:sz w:val="24"/>
                <w:szCs w:val="24"/>
              </w:rPr>
              <w:t>github.com/alkapandit</w:t>
            </w:r>
          </w:p>
          <w:p w14:paraId="21C4E8FB" w14:textId="77777777" w:rsidR="00BA293E" w:rsidRPr="00683367" w:rsidRDefault="00BA293E" w:rsidP="006F0D4D">
            <w:pPr>
              <w:pStyle w:val="ContactInfoEmphasis"/>
              <w:spacing w:line="276" w:lineRule="auto"/>
              <w:contextualSpacing w:val="0"/>
              <w:rPr>
                <w:sz w:val="24"/>
                <w:szCs w:val="24"/>
              </w:rPr>
            </w:pPr>
          </w:p>
        </w:tc>
      </w:tr>
      <w:tr w:rsidR="00BA293E" w:rsidRPr="00CF1A49" w14:paraId="735B2031" w14:textId="77777777" w:rsidTr="006F0D4D">
        <w:tc>
          <w:tcPr>
            <w:tcW w:w="9218" w:type="dxa"/>
            <w:tcMar>
              <w:top w:w="432" w:type="dxa"/>
            </w:tcMar>
          </w:tcPr>
          <w:p w14:paraId="048CA86A" w14:textId="0B2FAA7F" w:rsidR="00D86C68" w:rsidRPr="00D86C68" w:rsidRDefault="00D86C68" w:rsidP="006F0D4D">
            <w:pPr>
              <w:pStyle w:val="Heading1"/>
              <w:outlineLvl w:val="0"/>
              <w:rPr>
                <w:rFonts w:ascii="Times New Roman" w:hAnsi="Times New Roman" w:cs="Times New Roman"/>
              </w:rPr>
            </w:pPr>
            <w:r w:rsidRPr="00BC01EA">
              <w:rPr>
                <w:rFonts w:ascii="Times New Roman" w:hAnsi="Times New Roman" w:cs="Times New Roman"/>
              </w:rPr>
              <w:t xml:space="preserve">PROFESSIONAL </w:t>
            </w:r>
            <w:r>
              <w:rPr>
                <w:rFonts w:ascii="Times New Roman" w:hAnsi="Times New Roman" w:cs="Times New Roman"/>
              </w:rPr>
              <w:t>SUMMARY</w:t>
            </w:r>
          </w:p>
          <w:p w14:paraId="1CB8A9E9" w14:textId="507614E1" w:rsidR="00BA293E" w:rsidRPr="00CF1A49" w:rsidRDefault="00F55E44" w:rsidP="006F0D4D">
            <w:pPr>
              <w:jc w:val="both"/>
            </w:pPr>
            <w:r>
              <w:t xml:space="preserve">Passionate </w:t>
            </w:r>
            <w:r w:rsidR="006A4831" w:rsidRPr="006A4831">
              <w:t xml:space="preserve">Software Engineer with 2+ years of experience in React.js, JavaScript, Java SE, Java EE, Bootstrap, CSS, and HTML. Specializes in payment integration, login functionality, performance optimization, and API development. </w:t>
            </w:r>
            <w:r w:rsidR="006A4831">
              <w:t xml:space="preserve"> </w:t>
            </w:r>
            <w:r w:rsidR="006A4831" w:rsidRPr="006A4831">
              <w:t>Proven ability to develop and deliver high-quality software applications.</w:t>
            </w:r>
            <w:r w:rsidR="0026042B">
              <w:t xml:space="preserve"> </w:t>
            </w:r>
            <w:r w:rsidR="0026042B" w:rsidRPr="0026042B">
              <w:t>Strong problem-solving skills that have resulted in improved efficiency and productivity</w:t>
            </w:r>
            <w:r w:rsidR="006A4831" w:rsidRPr="006A4831">
              <w:t>.</w:t>
            </w:r>
          </w:p>
        </w:tc>
      </w:tr>
    </w:tbl>
    <w:p w14:paraId="3AEB9C64" w14:textId="7F367A07" w:rsidR="004E01EB" w:rsidRPr="00BC01EA" w:rsidRDefault="00BA293E" w:rsidP="004E01EB">
      <w:pPr>
        <w:pStyle w:val="Heading1"/>
        <w:rPr>
          <w:rFonts w:ascii="Times New Roman" w:hAnsi="Times New Roman" w:cs="Times New Roman"/>
        </w:rPr>
      </w:pPr>
      <w:r w:rsidRPr="00BC01EA">
        <w:rPr>
          <w:rFonts w:ascii="Times New Roman" w:hAnsi="Times New Roman" w:cs="Times New Roman"/>
        </w:rPr>
        <w:t xml:space="preserve"> </w:t>
      </w:r>
      <w:r w:rsidR="00D86C68" w:rsidRPr="00BC01EA">
        <w:rPr>
          <w:rFonts w:ascii="Times New Roman" w:hAnsi="Times New Roman" w:cs="Times New Roman"/>
        </w:rPr>
        <w:t xml:space="preserve">PROFESSIONAL </w:t>
      </w:r>
      <w:sdt>
        <w:sdtPr>
          <w:rPr>
            <w:rFonts w:ascii="Times New Roman" w:hAnsi="Times New Roman" w:cs="Times New Roman"/>
          </w:rPr>
          <w:alias w:val="Experience:"/>
          <w:tag w:val="Experience:"/>
          <w:id w:val="-1983300934"/>
          <w:placeholder>
            <w:docPart w:val="A04C0E4C3E1C4B47AD8800425705D047"/>
          </w:placeholder>
          <w:temporary/>
          <w:showingPlcHdr/>
          <w15:appearance w15:val="hidden"/>
        </w:sdtPr>
        <w:sdtEndPr/>
        <w:sdtContent>
          <w:r w:rsidR="00D86C68" w:rsidRPr="00BC01EA">
            <w:rPr>
              <w:rFonts w:ascii="Times New Roman" w:hAnsi="Times New Roman" w:cs="Times New Roman"/>
            </w:rPr>
            <w:t>Experience</w:t>
          </w:r>
        </w:sdtContent>
      </w:sdt>
    </w:p>
    <w:tbl>
      <w:tblPr>
        <w:tblStyle w:val="TableGrid"/>
        <w:tblW w:w="507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468"/>
      </w:tblGrid>
      <w:tr w:rsidR="001D0BF1" w:rsidRPr="00CF1A49" w14:paraId="431CDBEE" w14:textId="77777777" w:rsidTr="004B6921">
        <w:trPr>
          <w:trHeight w:val="2628"/>
        </w:trPr>
        <w:tc>
          <w:tcPr>
            <w:tcW w:w="9468" w:type="dxa"/>
          </w:tcPr>
          <w:p w14:paraId="7BDB6CBC" w14:textId="31A186D5" w:rsidR="001D0BF1" w:rsidRPr="00CF1A49" w:rsidRDefault="00BA293E" w:rsidP="001D0BF1">
            <w:pPr>
              <w:pStyle w:val="Heading3"/>
              <w:contextualSpacing w:val="0"/>
              <w:outlineLvl w:val="2"/>
            </w:pPr>
            <w:r>
              <w:t>SEPTEMBER</w:t>
            </w:r>
            <w:r w:rsidR="00AC0205">
              <w:t xml:space="preserve"> 2021</w:t>
            </w:r>
            <w:r w:rsidR="009A0508">
              <w:t xml:space="preserve"> to present</w:t>
            </w:r>
          </w:p>
          <w:p w14:paraId="2BE76248" w14:textId="564CFE42" w:rsidR="00242B5C" w:rsidRDefault="00BC01EA" w:rsidP="001D0BF1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>JUNIOR SOFTWARE ENGINEER</w:t>
            </w:r>
            <w:r w:rsidR="00242B5C">
              <w:t xml:space="preserve">, </w:t>
            </w:r>
            <w:r>
              <w:rPr>
                <w:rStyle w:val="SubtleReference"/>
              </w:rPr>
              <w:t>COGNIZANT</w:t>
            </w:r>
          </w:p>
          <w:p w14:paraId="36B13760" w14:textId="77777777" w:rsidR="00BA293E" w:rsidRPr="00BA293E" w:rsidRDefault="00BA293E" w:rsidP="00BA293E">
            <w:pPr>
              <w:pStyle w:val="ListBullet"/>
              <w:rPr>
                <w:lang w:val="en-IN" w:eastAsia="en-IN" w:bidi="hi-IN"/>
              </w:rPr>
            </w:pPr>
            <w:r w:rsidRPr="00BA293E">
              <w:rPr>
                <w:lang w:val="en-IN" w:eastAsia="en-IN" w:bidi="hi-IN"/>
              </w:rPr>
              <w:t xml:space="preserve">Integrated </w:t>
            </w:r>
            <w:r w:rsidRPr="008A752C">
              <w:rPr>
                <w:b/>
                <w:bCs/>
                <w:lang w:val="en-IN" w:eastAsia="en-IN" w:bidi="hi-IN"/>
              </w:rPr>
              <w:t>Razorpay Payment</w:t>
            </w:r>
            <w:r w:rsidRPr="00BA293E">
              <w:rPr>
                <w:lang w:val="en-IN" w:eastAsia="en-IN" w:bidi="hi-IN"/>
              </w:rPr>
              <w:t xml:space="preserve"> method into the web application, facilitating secure and convenient payment processing.</w:t>
            </w:r>
          </w:p>
          <w:p w14:paraId="296F9C46" w14:textId="1B891069" w:rsidR="00AB2AF9" w:rsidRDefault="00AB2AF9" w:rsidP="00BA293E">
            <w:pPr>
              <w:pStyle w:val="ListBullet"/>
              <w:rPr>
                <w:lang w:val="en-IN" w:eastAsia="en-IN" w:bidi="hi-IN"/>
              </w:rPr>
            </w:pPr>
            <w:r w:rsidRPr="00AB2AF9">
              <w:rPr>
                <w:lang w:val="en-IN" w:eastAsia="en-IN" w:bidi="hi-IN"/>
              </w:rPr>
              <w:t xml:space="preserve">Developed login functionality with </w:t>
            </w:r>
            <w:r w:rsidRPr="00AB2AF9">
              <w:rPr>
                <w:b/>
                <w:bCs/>
                <w:lang w:val="en-IN" w:eastAsia="en-IN" w:bidi="hi-IN"/>
              </w:rPr>
              <w:t>email OTP verification</w:t>
            </w:r>
            <w:r w:rsidRPr="00AB2AF9">
              <w:rPr>
                <w:lang w:val="en-IN" w:eastAsia="en-IN" w:bidi="hi-IN"/>
              </w:rPr>
              <w:t xml:space="preserve">, ensuring secure access and enhancing user experience in the context of </w:t>
            </w:r>
            <w:r w:rsidRPr="00AB2AF9">
              <w:rPr>
                <w:b/>
                <w:bCs/>
                <w:lang w:val="en-IN" w:eastAsia="en-IN" w:bidi="hi-IN"/>
              </w:rPr>
              <w:t>component-based development</w:t>
            </w:r>
            <w:r w:rsidRPr="00AB2AF9">
              <w:rPr>
                <w:lang w:val="en-IN" w:eastAsia="en-IN" w:bidi="hi-IN"/>
              </w:rPr>
              <w:t xml:space="preserve"> for </w:t>
            </w:r>
            <w:r w:rsidRPr="00AB2AF9">
              <w:rPr>
                <w:b/>
                <w:bCs/>
                <w:lang w:val="en-IN" w:eastAsia="en-IN" w:bidi="hi-IN"/>
              </w:rPr>
              <w:t>single-page applications</w:t>
            </w:r>
            <w:r w:rsidRPr="00AB2AF9">
              <w:rPr>
                <w:lang w:val="en-IN" w:eastAsia="en-IN" w:bidi="hi-IN"/>
              </w:rPr>
              <w:t xml:space="preserve"> (</w:t>
            </w:r>
            <w:r w:rsidRPr="00AB2AF9">
              <w:rPr>
                <w:b/>
                <w:bCs/>
                <w:lang w:val="en-IN" w:eastAsia="en-IN" w:bidi="hi-IN"/>
              </w:rPr>
              <w:t>SPAs</w:t>
            </w:r>
            <w:r w:rsidRPr="00AB2AF9">
              <w:rPr>
                <w:lang w:val="en-IN" w:eastAsia="en-IN" w:bidi="hi-IN"/>
              </w:rPr>
              <w:t>).</w:t>
            </w:r>
          </w:p>
          <w:p w14:paraId="4D5868CD" w14:textId="576511C6" w:rsidR="00BA293E" w:rsidRPr="0043273A" w:rsidRDefault="00BA293E" w:rsidP="0043273A">
            <w:pPr>
              <w:pStyle w:val="ListBullet"/>
              <w:rPr>
                <w:lang w:val="en-IN" w:eastAsia="en-IN" w:bidi="hi-IN"/>
              </w:rPr>
            </w:pPr>
            <w:r w:rsidRPr="00BA293E">
              <w:rPr>
                <w:lang w:val="en-IN" w:eastAsia="en-IN" w:bidi="hi-IN"/>
              </w:rPr>
              <w:t>Conducted code reviews</w:t>
            </w:r>
            <w:r w:rsidR="00FE5E59">
              <w:rPr>
                <w:lang w:val="en-IN" w:eastAsia="en-IN" w:bidi="hi-IN"/>
              </w:rPr>
              <w:t>,</w:t>
            </w:r>
            <w:r w:rsidR="00FE5E59">
              <w:t xml:space="preserve"> </w:t>
            </w:r>
            <w:r w:rsidR="00D01ACF">
              <w:rPr>
                <w:lang w:val="en-IN" w:eastAsia="en-IN" w:bidi="hi-IN"/>
              </w:rPr>
              <w:t>d</w:t>
            </w:r>
            <w:r w:rsidR="00FE5E59" w:rsidRPr="00FE5E59">
              <w:rPr>
                <w:lang w:val="en-IN" w:eastAsia="en-IN" w:bidi="hi-IN"/>
              </w:rPr>
              <w:t>ebugging</w:t>
            </w:r>
            <w:r w:rsidR="006A4831">
              <w:rPr>
                <w:lang w:val="en-IN" w:eastAsia="en-IN" w:bidi="hi-IN"/>
              </w:rPr>
              <w:t>,</w:t>
            </w:r>
            <w:r w:rsidR="00FE5E59" w:rsidRPr="00FE5E59">
              <w:rPr>
                <w:lang w:val="en-IN" w:eastAsia="en-IN" w:bidi="hi-IN"/>
              </w:rPr>
              <w:t xml:space="preserve"> and troubleshooting</w:t>
            </w:r>
            <w:r w:rsidRPr="00FE5E59">
              <w:rPr>
                <w:lang w:val="en-IN" w:eastAsia="en-IN" w:bidi="hi-IN"/>
              </w:rPr>
              <w:t>, identified areas for improvement</w:t>
            </w:r>
            <w:r w:rsidR="0043273A">
              <w:rPr>
                <w:lang w:val="en-IN" w:eastAsia="en-IN" w:bidi="hi-IN"/>
              </w:rPr>
              <w:t xml:space="preserve">, </w:t>
            </w:r>
            <w:r w:rsidR="0043273A" w:rsidRPr="0043273A">
              <w:rPr>
                <w:lang w:val="en-IN" w:eastAsia="en-IN" w:bidi="hi-IN"/>
              </w:rPr>
              <w:t>Cross-browser compatibility</w:t>
            </w:r>
            <w:r w:rsidRPr="0043273A">
              <w:rPr>
                <w:lang w:val="en-IN" w:eastAsia="en-IN" w:bidi="hi-IN"/>
              </w:rPr>
              <w:t>, and implemented performance optimization techniques to enhance application efficiency.</w:t>
            </w:r>
          </w:p>
          <w:p w14:paraId="3921072B" w14:textId="6A330544" w:rsidR="009A0508" w:rsidRPr="007B2B29" w:rsidRDefault="00BA293E" w:rsidP="007B2B29">
            <w:pPr>
              <w:pStyle w:val="ListBullet"/>
              <w:rPr>
                <w:lang w:val="en-IN" w:eastAsia="en-IN" w:bidi="hi-IN"/>
              </w:rPr>
            </w:pPr>
            <w:r w:rsidRPr="00BA293E">
              <w:rPr>
                <w:lang w:val="en-IN" w:eastAsia="en-IN" w:bidi="hi-IN"/>
              </w:rPr>
              <w:t xml:space="preserve">Created new </w:t>
            </w:r>
            <w:r w:rsidRPr="0043273A">
              <w:rPr>
                <w:lang w:val="en-IN" w:eastAsia="en-IN" w:bidi="hi-IN"/>
              </w:rPr>
              <w:t>API endpoints</w:t>
            </w:r>
            <w:r w:rsidRPr="00BA293E">
              <w:rPr>
                <w:lang w:val="en-IN" w:eastAsia="en-IN" w:bidi="hi-IN"/>
              </w:rPr>
              <w:t xml:space="preserve"> and implemented </w:t>
            </w:r>
            <w:r w:rsidR="007B2B29">
              <w:rPr>
                <w:lang w:val="en-IN" w:eastAsia="en-IN" w:bidi="hi-IN"/>
              </w:rPr>
              <w:t>those</w:t>
            </w:r>
            <w:r w:rsidR="007B2B29">
              <w:t xml:space="preserve"> </w:t>
            </w:r>
            <w:r w:rsidR="007B2B29" w:rsidRPr="0043273A">
              <w:rPr>
                <w:b/>
                <w:bCs/>
                <w:lang w:val="en-IN" w:eastAsia="en-IN" w:bidi="hi-IN"/>
              </w:rPr>
              <w:t>RESTful APIs</w:t>
            </w:r>
            <w:r w:rsidRPr="001569F1">
              <w:rPr>
                <w:lang w:val="en-IN" w:eastAsia="en-IN" w:bidi="hi-IN"/>
              </w:rPr>
              <w:t xml:space="preserve"> </w:t>
            </w:r>
            <w:r w:rsidRPr="007B2B29">
              <w:rPr>
                <w:lang w:val="en-IN" w:eastAsia="en-IN" w:bidi="hi-IN"/>
              </w:rPr>
              <w:t>on the admin panel, enabling seamless integration and expanding system functionality</w:t>
            </w:r>
            <w:r w:rsidR="001B1896">
              <w:rPr>
                <w:lang w:val="en-IN" w:eastAsia="en-IN" w:bidi="hi-IN"/>
              </w:rPr>
              <w:t xml:space="preserve"> as a part of a team</w:t>
            </w:r>
            <w:r w:rsidRPr="007B2B29">
              <w:rPr>
                <w:lang w:val="en-IN" w:eastAsia="en-IN" w:bidi="hi-IN"/>
              </w:rPr>
              <w:t>.</w:t>
            </w:r>
          </w:p>
        </w:tc>
      </w:tr>
    </w:tbl>
    <w:p w14:paraId="57DFB200" w14:textId="72975A77" w:rsidR="001702BC" w:rsidRPr="00AA61D7" w:rsidRDefault="004B6921" w:rsidP="00917E40">
      <w:pPr>
        <w:pStyle w:val="Heading1"/>
        <w:rPr>
          <w:rFonts w:ascii="Times New Roman" w:hAnsi="Times New Roman" w:cs="Times New Roman"/>
        </w:rPr>
        <w:sectPr w:rsidR="001702BC" w:rsidRPr="00AA61D7" w:rsidSect="005A1B10">
          <w:footerReference w:type="default" r:id="rId12"/>
          <w:headerReference w:type="first" r:id="rId13"/>
          <w:pgSz w:w="12240" w:h="15840" w:code="1"/>
          <w:pgMar w:top="950" w:right="1440" w:bottom="1080" w:left="1440" w:header="576" w:footer="720" w:gutter="0"/>
          <w:cols w:space="720"/>
          <w:titlePg/>
          <w:docGrid w:linePitch="360"/>
        </w:sectPr>
      </w:pPr>
      <w:r w:rsidRPr="00AA61D7">
        <w:rPr>
          <w:rFonts w:ascii="Times New Roman" w:hAnsi="Times New Roman" w:cs="Times New Roman"/>
        </w:rPr>
        <w:t>SKILLS</w:t>
      </w:r>
    </w:p>
    <w:tbl>
      <w:tblPr>
        <w:tblStyle w:val="TableGrid"/>
        <w:tblW w:w="9959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8559"/>
      </w:tblGrid>
      <w:tr w:rsidR="0052197C" w:rsidRPr="00CF1A49" w14:paraId="48C8887E" w14:textId="77777777" w:rsidTr="00A36DF0">
        <w:trPr>
          <w:trHeight w:val="100"/>
        </w:trPr>
        <w:tc>
          <w:tcPr>
            <w:tcW w:w="8559" w:type="dxa"/>
          </w:tcPr>
          <w:p w14:paraId="305FEA85" w14:textId="77777777" w:rsidR="0052197C" w:rsidRDefault="004B6921" w:rsidP="004B6921">
            <w:pPr>
              <w:pStyle w:val="ListBullet"/>
              <w:numPr>
                <w:ilvl w:val="0"/>
                <w:numId w:val="34"/>
              </w:numPr>
            </w:pPr>
            <w:r>
              <w:t>React.js</w:t>
            </w:r>
          </w:p>
          <w:p w14:paraId="3945D293" w14:textId="67E80492" w:rsidR="004B6921" w:rsidRDefault="004B6921" w:rsidP="004B6921">
            <w:pPr>
              <w:pStyle w:val="ListBullet"/>
              <w:numPr>
                <w:ilvl w:val="0"/>
                <w:numId w:val="34"/>
              </w:numPr>
            </w:pPr>
            <w:r>
              <w:t>Redux</w:t>
            </w:r>
          </w:p>
          <w:p w14:paraId="1B66B58E" w14:textId="18DEE00B" w:rsidR="004B6921" w:rsidRDefault="004B6921" w:rsidP="004B6921">
            <w:pPr>
              <w:pStyle w:val="ListBullet"/>
              <w:numPr>
                <w:ilvl w:val="0"/>
                <w:numId w:val="34"/>
              </w:numPr>
            </w:pPr>
            <w:r>
              <w:t>JavaScript</w:t>
            </w:r>
          </w:p>
          <w:p w14:paraId="4D54F13B" w14:textId="2AAEC2CC" w:rsidR="00A36DF0" w:rsidRDefault="004B6921" w:rsidP="00A36DF0">
            <w:pPr>
              <w:pStyle w:val="ListBullet"/>
              <w:numPr>
                <w:ilvl w:val="0"/>
                <w:numId w:val="34"/>
              </w:numPr>
            </w:pPr>
            <w:r>
              <w:t>HTML &amp; CSS</w:t>
            </w:r>
            <w:r w:rsidR="00A36DF0">
              <w:br/>
            </w:r>
          </w:p>
          <w:p w14:paraId="3D5E23FA" w14:textId="63FF1EFE" w:rsidR="004B6921" w:rsidRDefault="004B6921" w:rsidP="00FB6E04">
            <w:pPr>
              <w:pStyle w:val="ListBullet"/>
              <w:numPr>
                <w:ilvl w:val="0"/>
                <w:numId w:val="34"/>
              </w:numPr>
            </w:pPr>
            <w:r>
              <w:t>Bootstrap</w:t>
            </w:r>
          </w:p>
          <w:p w14:paraId="37D35B1C" w14:textId="49913326" w:rsidR="004B6921" w:rsidRDefault="004B6921" w:rsidP="004B6921">
            <w:pPr>
              <w:pStyle w:val="ListBullet"/>
              <w:numPr>
                <w:ilvl w:val="0"/>
                <w:numId w:val="34"/>
              </w:numPr>
            </w:pPr>
            <w:r>
              <w:t>Java SE</w:t>
            </w:r>
            <w:r w:rsidR="008078F6">
              <w:t xml:space="preserve"> </w:t>
            </w:r>
            <w:r w:rsidR="00DF40B6">
              <w:t>(JSE)</w:t>
            </w:r>
          </w:p>
          <w:p w14:paraId="2CD526EB" w14:textId="6264150A" w:rsidR="004B6921" w:rsidRDefault="004B6921" w:rsidP="004B6921">
            <w:pPr>
              <w:pStyle w:val="ListBullet"/>
              <w:numPr>
                <w:ilvl w:val="0"/>
                <w:numId w:val="34"/>
              </w:numPr>
            </w:pPr>
            <w:r>
              <w:t>Java EE</w:t>
            </w:r>
            <w:r w:rsidR="008078F6">
              <w:t xml:space="preserve"> </w:t>
            </w:r>
            <w:r w:rsidR="00DF40B6">
              <w:t>(JEE)</w:t>
            </w:r>
          </w:p>
          <w:p w14:paraId="78918BC7" w14:textId="77777777" w:rsidR="004B6921" w:rsidRDefault="004B6921" w:rsidP="004B6921">
            <w:pPr>
              <w:pStyle w:val="ListBullet"/>
              <w:numPr>
                <w:ilvl w:val="0"/>
                <w:numId w:val="34"/>
              </w:numPr>
            </w:pPr>
            <w:r>
              <w:t>Oracle SQL</w:t>
            </w:r>
          </w:p>
          <w:p w14:paraId="14818B45" w14:textId="49AC7857" w:rsidR="004B6921" w:rsidRPr="002251F1" w:rsidRDefault="004B6921" w:rsidP="002251F1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</w:tbl>
    <w:p w14:paraId="4E1712DE" w14:textId="77777777" w:rsidR="001702BC" w:rsidRDefault="001702BC" w:rsidP="0052197C">
      <w:pPr>
        <w:pStyle w:val="Heading1"/>
        <w:sectPr w:rsidR="001702BC" w:rsidSect="001702BC">
          <w:type w:val="continuous"/>
          <w:pgSz w:w="12240" w:h="15840" w:code="1"/>
          <w:pgMar w:top="950" w:right="1440" w:bottom="1080" w:left="1440" w:header="576" w:footer="720" w:gutter="0"/>
          <w:cols w:num="2" w:space="720"/>
          <w:titlePg/>
          <w:docGrid w:linePitch="360"/>
        </w:sectPr>
      </w:pPr>
    </w:p>
    <w:p w14:paraId="79A1C00A" w14:textId="2A1584A4" w:rsidR="002251F1" w:rsidRPr="00BC01EA" w:rsidRDefault="002251F1" w:rsidP="002251F1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PROJECTS</w:t>
      </w:r>
    </w:p>
    <w:tbl>
      <w:tblPr>
        <w:tblStyle w:val="TableGrid"/>
        <w:tblW w:w="507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468"/>
      </w:tblGrid>
      <w:tr w:rsidR="002251F1" w:rsidRPr="00CF1A49" w14:paraId="72AFF892" w14:textId="77777777" w:rsidTr="00727713">
        <w:trPr>
          <w:trHeight w:val="2628"/>
        </w:trPr>
        <w:tc>
          <w:tcPr>
            <w:tcW w:w="9468" w:type="dxa"/>
          </w:tcPr>
          <w:p w14:paraId="4D512EFA" w14:textId="11138C48" w:rsidR="002251F1" w:rsidRPr="00CF1A49" w:rsidRDefault="00FB6E04" w:rsidP="00727713">
            <w:pPr>
              <w:pStyle w:val="Heading3"/>
              <w:contextualSpacing w:val="0"/>
              <w:outlineLvl w:val="2"/>
            </w:pPr>
            <w:r w:rsidRPr="00FB6E04">
              <w:t>AccessRequestApp</w:t>
            </w:r>
          </w:p>
          <w:p w14:paraId="3E8403AA" w14:textId="627D0732" w:rsidR="002251F1" w:rsidRDefault="00FB6E04" w:rsidP="00727713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 xml:space="preserve">Technologies USED: </w:t>
            </w:r>
            <w:r w:rsidRPr="00FB6E04">
              <w:t>React.js, Web API, Redux, SQL Server</w:t>
            </w:r>
          </w:p>
          <w:p w14:paraId="4DECBB3E" w14:textId="6A37FD91" w:rsidR="006A4831" w:rsidRDefault="00AB2AF9" w:rsidP="006A4831">
            <w:pPr>
              <w:pStyle w:val="ListBullet"/>
              <w:numPr>
                <w:ilvl w:val="0"/>
                <w:numId w:val="35"/>
              </w:numPr>
              <w:rPr>
                <w:lang w:val="en-IN" w:eastAsia="en-IN" w:bidi="hi-IN"/>
              </w:rPr>
            </w:pPr>
            <w:r w:rsidRPr="00AB2AF9">
              <w:rPr>
                <w:lang w:val="en-IN" w:eastAsia="en-IN" w:bidi="hi-IN"/>
              </w:rPr>
              <w:t>Developed a</w:t>
            </w:r>
            <w:r w:rsidR="002D7F9B">
              <w:rPr>
                <w:lang w:val="en-IN" w:eastAsia="en-IN" w:bidi="hi-IN"/>
              </w:rPr>
              <w:t xml:space="preserve"> web</w:t>
            </w:r>
            <w:r w:rsidRPr="00AB2AF9">
              <w:rPr>
                <w:lang w:val="en-IN" w:eastAsia="en-IN" w:bidi="hi-IN"/>
              </w:rPr>
              <w:t xml:space="preserve"> application using </w:t>
            </w:r>
            <w:r w:rsidRPr="00AB2AF9">
              <w:rPr>
                <w:b/>
                <w:bCs/>
                <w:lang w:val="en-IN" w:eastAsia="en-IN" w:bidi="hi-IN"/>
              </w:rPr>
              <w:t>React.js</w:t>
            </w:r>
            <w:r w:rsidRPr="00AB2AF9">
              <w:rPr>
                <w:lang w:val="en-IN" w:eastAsia="en-IN" w:bidi="hi-IN"/>
              </w:rPr>
              <w:t xml:space="preserve"> that manages access requests.</w:t>
            </w:r>
            <w:r w:rsidR="002D7F9B">
              <w:rPr>
                <w:lang w:val="en-IN" w:eastAsia="en-IN" w:bidi="hi-IN"/>
              </w:rPr>
              <w:t xml:space="preserve"> </w:t>
            </w:r>
            <w:r w:rsidRPr="00AB2AF9">
              <w:rPr>
                <w:lang w:val="en-IN" w:eastAsia="en-IN" w:bidi="hi-IN"/>
              </w:rPr>
              <w:t xml:space="preserve"> </w:t>
            </w:r>
            <w:r w:rsidR="002D7F9B" w:rsidRPr="002D7F9B">
              <w:rPr>
                <w:lang w:val="en-IN" w:eastAsia="en-IN" w:bidi="hi-IN"/>
              </w:rPr>
              <w:t>Users can request and grant access to specific resources using multiple screens, each with its own unique user interface</w:t>
            </w:r>
            <w:r w:rsidR="002D7F9B">
              <w:rPr>
                <w:lang w:val="en-IN" w:eastAsia="en-IN" w:bidi="hi-IN"/>
              </w:rPr>
              <w:t>.</w:t>
            </w:r>
          </w:p>
          <w:p w14:paraId="26CA3CF2" w14:textId="348E6EE0" w:rsidR="00FB6E04" w:rsidRDefault="00DF13BC" w:rsidP="006A4831">
            <w:pPr>
              <w:pStyle w:val="ListBullet"/>
              <w:numPr>
                <w:ilvl w:val="0"/>
                <w:numId w:val="35"/>
              </w:numPr>
              <w:rPr>
                <w:lang w:val="en-IN" w:eastAsia="en-IN" w:bidi="hi-IN"/>
              </w:rPr>
            </w:pPr>
            <w:r>
              <w:rPr>
                <w:lang w:val="en-IN" w:eastAsia="en-IN" w:bidi="hi-IN"/>
              </w:rPr>
              <w:t>T</w:t>
            </w:r>
            <w:r w:rsidR="00AB2AF9" w:rsidRPr="00AB2AF9">
              <w:rPr>
                <w:lang w:val="en-IN" w:eastAsia="en-IN" w:bidi="hi-IN"/>
              </w:rPr>
              <w:t>he frontend</w:t>
            </w:r>
            <w:r w:rsidR="00142DF9">
              <w:rPr>
                <w:lang w:val="en-IN" w:eastAsia="en-IN" w:bidi="hi-IN"/>
              </w:rPr>
              <w:t xml:space="preserve"> UI</w:t>
            </w:r>
            <w:r>
              <w:rPr>
                <w:lang w:val="en-IN" w:eastAsia="en-IN" w:bidi="hi-IN"/>
              </w:rPr>
              <w:t xml:space="preserve"> was i</w:t>
            </w:r>
            <w:r w:rsidRPr="00AB2AF9">
              <w:rPr>
                <w:lang w:val="en-IN" w:eastAsia="en-IN" w:bidi="hi-IN"/>
              </w:rPr>
              <w:t xml:space="preserve">mplemented </w:t>
            </w:r>
            <w:r w:rsidR="00AB2AF9" w:rsidRPr="00AB2AF9">
              <w:rPr>
                <w:lang w:val="en-IN" w:eastAsia="en-IN" w:bidi="hi-IN"/>
              </w:rPr>
              <w:t xml:space="preserve">using React.js with </w:t>
            </w:r>
            <w:r w:rsidR="00AB2AF9" w:rsidRPr="00AB2AF9">
              <w:rPr>
                <w:b/>
                <w:bCs/>
                <w:lang w:val="en-IN" w:eastAsia="en-IN" w:bidi="hi-IN"/>
              </w:rPr>
              <w:t>JSX</w:t>
            </w:r>
            <w:r w:rsidR="00AB2AF9" w:rsidRPr="00AB2AF9">
              <w:rPr>
                <w:lang w:val="en-IN" w:eastAsia="en-IN" w:bidi="hi-IN"/>
              </w:rPr>
              <w:t>, employed Web API</w:t>
            </w:r>
            <w:r w:rsidR="001D75A5">
              <w:rPr>
                <w:lang w:val="en-IN" w:eastAsia="en-IN" w:bidi="hi-IN"/>
              </w:rPr>
              <w:t>s</w:t>
            </w:r>
            <w:r w:rsidR="00AB2AF9" w:rsidRPr="00AB2AF9">
              <w:rPr>
                <w:lang w:val="en-IN" w:eastAsia="en-IN" w:bidi="hi-IN"/>
              </w:rPr>
              <w:t xml:space="preserve"> for server-side logic, utilized </w:t>
            </w:r>
            <w:r w:rsidR="00AB2AF9" w:rsidRPr="00AB2AF9">
              <w:rPr>
                <w:b/>
                <w:bCs/>
                <w:lang w:val="en-IN" w:eastAsia="en-IN" w:bidi="hi-IN"/>
              </w:rPr>
              <w:t>Redux</w:t>
            </w:r>
            <w:r w:rsidR="00AB2AF9" w:rsidRPr="00AB2AF9">
              <w:rPr>
                <w:lang w:val="en-IN" w:eastAsia="en-IN" w:bidi="hi-IN"/>
              </w:rPr>
              <w:t xml:space="preserve"> for state management, employed </w:t>
            </w:r>
            <w:r w:rsidR="00AB2AF9" w:rsidRPr="00AB2AF9">
              <w:rPr>
                <w:b/>
                <w:bCs/>
                <w:lang w:val="en-IN" w:eastAsia="en-IN" w:bidi="hi-IN"/>
              </w:rPr>
              <w:t>SQL Server</w:t>
            </w:r>
            <w:r w:rsidR="00AB2AF9" w:rsidRPr="00AB2AF9">
              <w:rPr>
                <w:lang w:val="en-IN" w:eastAsia="en-IN" w:bidi="hi-IN"/>
              </w:rPr>
              <w:t xml:space="preserve"> for data storage</w:t>
            </w:r>
            <w:r w:rsidR="001D75A5">
              <w:rPr>
                <w:lang w:val="en-IN" w:eastAsia="en-IN" w:bidi="hi-IN"/>
              </w:rPr>
              <w:t xml:space="preserve">, </w:t>
            </w:r>
            <w:r w:rsidR="001D75A5" w:rsidRPr="001D75A5">
              <w:rPr>
                <w:lang w:val="en-IN" w:eastAsia="en-IN" w:bidi="hi-IN"/>
              </w:rPr>
              <w:t>and created multiple screens for different user interactions</w:t>
            </w:r>
            <w:r w:rsidR="00AB2AF9" w:rsidRPr="00AB2AF9">
              <w:rPr>
                <w:lang w:val="en-IN" w:eastAsia="en-IN" w:bidi="hi-IN"/>
              </w:rPr>
              <w:t>.</w:t>
            </w:r>
            <w:r w:rsidR="001D75A5">
              <w:rPr>
                <w:lang w:val="en-IN" w:eastAsia="en-IN" w:bidi="hi-IN"/>
              </w:rPr>
              <w:br/>
            </w:r>
          </w:p>
          <w:p w14:paraId="1116833B" w14:textId="5D61D8E6" w:rsidR="00586DA9" w:rsidRPr="00CF1A49" w:rsidRDefault="00586DA9" w:rsidP="00586DA9">
            <w:pPr>
              <w:pStyle w:val="Heading3"/>
              <w:contextualSpacing w:val="0"/>
              <w:outlineLvl w:val="2"/>
            </w:pPr>
            <w:r>
              <w:lastRenderedPageBreak/>
              <w:t>POKEAPP (POKEMON</w:t>
            </w:r>
            <w:r w:rsidR="00005998">
              <w:t>S WEB APP</w:t>
            </w:r>
            <w:r>
              <w:t>)</w:t>
            </w:r>
          </w:p>
          <w:p w14:paraId="27B51DB7" w14:textId="6E3F5644" w:rsidR="00586DA9" w:rsidRDefault="00586DA9" w:rsidP="00586DA9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 xml:space="preserve">Technologies USED: </w:t>
            </w:r>
            <w:r w:rsidRPr="00FB6E04">
              <w:t xml:space="preserve">React.js, </w:t>
            </w:r>
            <w:r w:rsidR="00005998">
              <w:t>REST API</w:t>
            </w:r>
          </w:p>
          <w:p w14:paraId="7B0D2762" w14:textId="7E1ECDE3" w:rsidR="00193E35" w:rsidRDefault="00193E35" w:rsidP="00193E35">
            <w:pPr>
              <w:pStyle w:val="ListBullet"/>
              <w:numPr>
                <w:ilvl w:val="0"/>
                <w:numId w:val="41"/>
              </w:numPr>
              <w:contextualSpacing w:val="0"/>
            </w:pPr>
            <w:r w:rsidRPr="00193E35">
              <w:t xml:space="preserve">PokeApp is a React.js web application that utilizes the PokeAPI to offer a user-friendly experience for Pokémon enthusiasts. </w:t>
            </w:r>
          </w:p>
          <w:p w14:paraId="5F3BDA64" w14:textId="1FBF2C48" w:rsidR="00193E35" w:rsidRDefault="00193E35" w:rsidP="00193E35">
            <w:pPr>
              <w:pStyle w:val="ListBullet"/>
              <w:numPr>
                <w:ilvl w:val="0"/>
                <w:numId w:val="41"/>
              </w:numPr>
              <w:contextualSpacing w:val="0"/>
            </w:pPr>
            <w:r w:rsidRPr="00193E35">
              <w:t xml:space="preserve">With infinite scrolling, users can effortlessly explore a vast collection of Pokémon details without pagination. The app also includes a bookmark feature, allowing users to save their favorite Pokémon for easy access. </w:t>
            </w:r>
          </w:p>
          <w:p w14:paraId="0412851A" w14:textId="77777777" w:rsidR="00193E35" w:rsidRDefault="00193E35" w:rsidP="00193E35">
            <w:pPr>
              <w:pStyle w:val="ListBullet"/>
              <w:numPr>
                <w:ilvl w:val="0"/>
                <w:numId w:val="0"/>
              </w:numPr>
              <w:ind w:left="720"/>
              <w:contextualSpacing w:val="0"/>
            </w:pPr>
          </w:p>
          <w:p w14:paraId="6F9CD26C" w14:textId="3AEC1D43" w:rsidR="00FB6E04" w:rsidRPr="00CF1A49" w:rsidRDefault="00FB6E04" w:rsidP="00FB6E04">
            <w:pPr>
              <w:pStyle w:val="Heading3"/>
              <w:contextualSpacing w:val="0"/>
              <w:outlineLvl w:val="2"/>
            </w:pPr>
            <w:r>
              <w:t>HRMS (HOUSE RENTAL MANAGEMENT SYSTEM)</w:t>
            </w:r>
          </w:p>
          <w:p w14:paraId="6E415CA9" w14:textId="768D400A" w:rsidR="00FB6E04" w:rsidRDefault="00FB6E04" w:rsidP="00FB6E04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 xml:space="preserve">Technologies USED: </w:t>
            </w:r>
            <w:r w:rsidRPr="00FB6E04">
              <w:t>React.js, Web API, SQL Server</w:t>
            </w:r>
          </w:p>
          <w:p w14:paraId="3AF7A857" w14:textId="532F986B" w:rsidR="00FD754E" w:rsidRDefault="00FB6E04" w:rsidP="00FD754E">
            <w:pPr>
              <w:pStyle w:val="ListBullet"/>
              <w:numPr>
                <w:ilvl w:val="0"/>
                <w:numId w:val="38"/>
              </w:numPr>
              <w:rPr>
                <w:lang w:val="en-IN" w:eastAsia="en-IN" w:bidi="hi-IN"/>
              </w:rPr>
            </w:pPr>
            <w:r w:rsidRPr="00FB6E04">
              <w:rPr>
                <w:lang w:val="en-IN" w:eastAsia="en-IN" w:bidi="hi-IN"/>
              </w:rPr>
              <w:t>Developed a</w:t>
            </w:r>
            <w:r w:rsidR="008C1C50">
              <w:rPr>
                <w:lang w:val="en-IN" w:eastAsia="en-IN" w:bidi="hi-IN"/>
              </w:rPr>
              <w:t xml:space="preserve"> </w:t>
            </w:r>
            <w:r w:rsidR="008C1C50" w:rsidRPr="008C1C50">
              <w:rPr>
                <w:lang w:val="en-IN" w:eastAsia="en-IN" w:bidi="hi-IN"/>
              </w:rPr>
              <w:t>mobile-first</w:t>
            </w:r>
            <w:r w:rsidRPr="00FB6E04">
              <w:rPr>
                <w:lang w:val="en-IN" w:eastAsia="en-IN" w:bidi="hi-IN"/>
              </w:rPr>
              <w:t xml:space="preserve"> online platform for house rentals, allowing users to search, book, and make payments securely. </w:t>
            </w:r>
          </w:p>
          <w:p w14:paraId="698DD16E" w14:textId="05DAA091" w:rsidR="00FB6E04" w:rsidRDefault="00FB6E04" w:rsidP="00313C40">
            <w:pPr>
              <w:pStyle w:val="ListBullet"/>
              <w:numPr>
                <w:ilvl w:val="0"/>
                <w:numId w:val="38"/>
              </w:numPr>
              <w:rPr>
                <w:lang w:val="en-IN" w:eastAsia="en-IN" w:bidi="hi-IN"/>
              </w:rPr>
            </w:pPr>
            <w:r w:rsidRPr="008A752C">
              <w:rPr>
                <w:lang w:val="en-IN" w:eastAsia="en-IN" w:bidi="hi-IN"/>
              </w:rPr>
              <w:t>Integrated</w:t>
            </w:r>
            <w:r w:rsidRPr="008A752C">
              <w:rPr>
                <w:b/>
                <w:bCs/>
                <w:lang w:val="en-IN" w:eastAsia="en-IN" w:bidi="hi-IN"/>
              </w:rPr>
              <w:t xml:space="preserve"> Razorpay </w:t>
            </w:r>
            <w:r w:rsidR="008A752C" w:rsidRPr="008A752C">
              <w:rPr>
                <w:b/>
                <w:bCs/>
                <w:lang w:val="en-IN" w:eastAsia="en-IN" w:bidi="hi-IN"/>
              </w:rPr>
              <w:t>payment gateway</w:t>
            </w:r>
            <w:r w:rsidR="008A752C">
              <w:rPr>
                <w:lang w:val="en-IN" w:eastAsia="en-IN" w:bidi="hi-IN"/>
              </w:rPr>
              <w:t xml:space="preserve"> </w:t>
            </w:r>
            <w:r w:rsidRPr="00FB6E04">
              <w:rPr>
                <w:lang w:val="en-IN" w:eastAsia="en-IN" w:bidi="hi-IN"/>
              </w:rPr>
              <w:t xml:space="preserve">for payment processing, implemented </w:t>
            </w:r>
            <w:r w:rsidRPr="008A752C">
              <w:rPr>
                <w:b/>
                <w:bCs/>
                <w:lang w:val="en-IN" w:eastAsia="en-IN" w:bidi="hi-IN"/>
              </w:rPr>
              <w:t>email OTP authentication</w:t>
            </w:r>
            <w:r w:rsidRPr="00FB6E04">
              <w:rPr>
                <w:lang w:val="en-IN" w:eastAsia="en-IN" w:bidi="hi-IN"/>
              </w:rPr>
              <w:t xml:space="preserve"> for enhanced security, and utilized</w:t>
            </w:r>
            <w:r w:rsidR="00C43356">
              <w:rPr>
                <w:lang w:val="en-IN" w:eastAsia="en-IN" w:bidi="hi-IN"/>
              </w:rPr>
              <w:t xml:space="preserve"> technolog</w:t>
            </w:r>
            <w:r w:rsidR="003A6124">
              <w:rPr>
                <w:lang w:val="en-IN" w:eastAsia="en-IN" w:bidi="hi-IN"/>
              </w:rPr>
              <w:t>y</w:t>
            </w:r>
            <w:r w:rsidR="00C43356">
              <w:rPr>
                <w:lang w:val="en-IN" w:eastAsia="en-IN" w:bidi="hi-IN"/>
              </w:rPr>
              <w:t xml:space="preserve"> such as</w:t>
            </w:r>
            <w:r w:rsidRPr="00FB6E04">
              <w:rPr>
                <w:lang w:val="en-IN" w:eastAsia="en-IN" w:bidi="hi-IN"/>
              </w:rPr>
              <w:t xml:space="preserve"> React.js, </w:t>
            </w:r>
            <w:r w:rsidR="000D7737">
              <w:rPr>
                <w:b/>
                <w:bCs/>
                <w:lang w:val="en-IN" w:eastAsia="en-IN" w:bidi="hi-IN"/>
              </w:rPr>
              <w:t>REST</w:t>
            </w:r>
            <w:r w:rsidRPr="00534BBB">
              <w:rPr>
                <w:b/>
                <w:bCs/>
                <w:lang w:val="en-IN" w:eastAsia="en-IN" w:bidi="hi-IN"/>
              </w:rPr>
              <w:t xml:space="preserve"> API</w:t>
            </w:r>
            <w:r w:rsidR="000D7737">
              <w:rPr>
                <w:b/>
                <w:bCs/>
                <w:lang w:val="en-IN" w:eastAsia="en-IN" w:bidi="hi-IN"/>
              </w:rPr>
              <w:t>s</w:t>
            </w:r>
            <w:r w:rsidRPr="00FB6E04">
              <w:rPr>
                <w:lang w:val="en-IN" w:eastAsia="en-IN" w:bidi="hi-IN"/>
              </w:rPr>
              <w:t>, and SQL Server</w:t>
            </w:r>
            <w:r w:rsidR="000B5780">
              <w:rPr>
                <w:lang w:val="en-IN" w:eastAsia="en-IN" w:bidi="hi-IN"/>
              </w:rPr>
              <w:t>, and JSON</w:t>
            </w:r>
            <w:r w:rsidRPr="00FB6E04">
              <w:rPr>
                <w:lang w:val="en-IN" w:eastAsia="en-IN" w:bidi="hi-IN"/>
              </w:rPr>
              <w:t xml:space="preserve"> for frontend, backend, data management</w:t>
            </w:r>
            <w:r w:rsidR="000B5780">
              <w:rPr>
                <w:lang w:val="en-IN" w:eastAsia="en-IN" w:bidi="hi-IN"/>
              </w:rPr>
              <w:t>, and data exchange</w:t>
            </w:r>
            <w:r w:rsidRPr="00FB6E04">
              <w:rPr>
                <w:lang w:val="en-IN" w:eastAsia="en-IN" w:bidi="hi-IN"/>
              </w:rPr>
              <w:t>, respectively</w:t>
            </w:r>
            <w:r w:rsidR="00D87537">
              <w:rPr>
                <w:lang w:val="en-IN" w:eastAsia="en-IN" w:bidi="hi-IN"/>
              </w:rPr>
              <w:t>.</w:t>
            </w:r>
          </w:p>
          <w:p w14:paraId="04EE875D" w14:textId="77777777" w:rsidR="00313C40" w:rsidRPr="00313C40" w:rsidRDefault="00313C40" w:rsidP="00FD0A4F">
            <w:pPr>
              <w:pStyle w:val="ListBullet"/>
              <w:numPr>
                <w:ilvl w:val="0"/>
                <w:numId w:val="0"/>
              </w:numPr>
              <w:ind w:left="720"/>
              <w:rPr>
                <w:lang w:val="en-IN" w:eastAsia="en-IN" w:bidi="hi-IN"/>
              </w:rPr>
            </w:pPr>
          </w:p>
          <w:p w14:paraId="0A4D7B10" w14:textId="77777777" w:rsidR="002D7F9B" w:rsidRPr="00CF1A49" w:rsidRDefault="002D7F9B" w:rsidP="002D7F9B">
            <w:pPr>
              <w:pStyle w:val="Heading3"/>
              <w:contextualSpacing w:val="0"/>
              <w:outlineLvl w:val="2"/>
            </w:pPr>
            <w:r w:rsidRPr="00FB6E04">
              <w:t>E-Voting (Online Voting System)</w:t>
            </w:r>
          </w:p>
          <w:p w14:paraId="5976CC7C" w14:textId="77777777" w:rsidR="002D7F9B" w:rsidRDefault="002D7F9B" w:rsidP="002D7F9B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 xml:space="preserve">Technologies USED: </w:t>
            </w:r>
            <w:r w:rsidRPr="00FB6E04">
              <w:t>JEE, Oracle SQL, MVC, JavaScript</w:t>
            </w:r>
          </w:p>
          <w:p w14:paraId="3D8F8950" w14:textId="77777777" w:rsidR="002D7F9B" w:rsidRDefault="002D7F9B" w:rsidP="002D7F9B">
            <w:pPr>
              <w:pStyle w:val="ListBullet"/>
              <w:numPr>
                <w:ilvl w:val="0"/>
                <w:numId w:val="36"/>
              </w:numPr>
              <w:contextualSpacing w:val="0"/>
              <w:rPr>
                <w:lang w:val="en-IN" w:eastAsia="en-IN" w:bidi="hi-IN"/>
              </w:rPr>
            </w:pPr>
            <w:bookmarkStart w:id="0" w:name="_GoBack"/>
            <w:bookmarkEnd w:id="0"/>
            <w:r>
              <w:rPr>
                <w:lang w:val="en-IN" w:eastAsia="en-IN" w:bidi="hi-IN"/>
              </w:rPr>
              <w:t>D</w:t>
            </w:r>
            <w:r w:rsidRPr="00FB6E04">
              <w:rPr>
                <w:lang w:val="en-IN" w:eastAsia="en-IN" w:bidi="hi-IN"/>
              </w:rPr>
              <w:t xml:space="preserve">esigned and developed an online voting system that enables users to vote remotely. </w:t>
            </w:r>
          </w:p>
          <w:p w14:paraId="46939ADA" w14:textId="0CC53D08" w:rsidR="002D7F9B" w:rsidRDefault="00485914" w:rsidP="002D7F9B">
            <w:pPr>
              <w:pStyle w:val="ListBullet"/>
              <w:numPr>
                <w:ilvl w:val="0"/>
                <w:numId w:val="36"/>
              </w:numPr>
              <w:contextualSpacing w:val="0"/>
              <w:rPr>
                <w:lang w:val="en-IN" w:eastAsia="en-IN" w:bidi="hi-IN"/>
              </w:rPr>
            </w:pPr>
            <w:r w:rsidRPr="00485914">
              <w:rPr>
                <w:lang w:val="en-IN" w:eastAsia="en-IN" w:bidi="hi-IN"/>
              </w:rPr>
              <w:t>Using</w:t>
            </w:r>
            <w:r>
              <w:rPr>
                <w:b/>
                <w:bCs/>
                <w:lang w:val="en-IN" w:eastAsia="en-IN" w:bidi="hi-IN"/>
              </w:rPr>
              <w:t xml:space="preserve"> </w:t>
            </w:r>
            <w:r w:rsidR="002D7F9B" w:rsidRPr="001D75A5">
              <w:rPr>
                <w:b/>
                <w:bCs/>
                <w:lang w:val="en-IN" w:eastAsia="en-IN" w:bidi="hi-IN"/>
              </w:rPr>
              <w:t>Ajax</w:t>
            </w:r>
            <w:r>
              <w:rPr>
                <w:b/>
                <w:bCs/>
                <w:lang w:val="en-IN" w:eastAsia="en-IN" w:bidi="hi-IN"/>
              </w:rPr>
              <w:t xml:space="preserve"> </w:t>
            </w:r>
            <w:r w:rsidR="002D7F9B" w:rsidRPr="00D777EB">
              <w:rPr>
                <w:lang w:val="en-IN" w:eastAsia="en-IN" w:bidi="hi-IN"/>
              </w:rPr>
              <w:t>for asynchronous data retrieval and</w:t>
            </w:r>
            <w:r w:rsidR="002D7F9B">
              <w:rPr>
                <w:b/>
                <w:bCs/>
                <w:lang w:val="en-IN" w:eastAsia="en-IN" w:bidi="hi-IN"/>
              </w:rPr>
              <w:t xml:space="preserve"> </w:t>
            </w:r>
            <w:r w:rsidR="002D7F9B" w:rsidRPr="008A752C">
              <w:rPr>
                <w:b/>
                <w:bCs/>
                <w:lang w:val="en-IN" w:eastAsia="en-IN" w:bidi="hi-IN"/>
              </w:rPr>
              <w:t>JEE</w:t>
            </w:r>
            <w:r w:rsidR="002D7F9B" w:rsidRPr="00FB6E04">
              <w:rPr>
                <w:lang w:val="en-IN" w:eastAsia="en-IN" w:bidi="hi-IN"/>
              </w:rPr>
              <w:t xml:space="preserve"> for server-side development, Oracle SQL for database management, </w:t>
            </w:r>
            <w:r w:rsidR="002D7F9B" w:rsidRPr="008A752C">
              <w:rPr>
                <w:b/>
                <w:bCs/>
                <w:lang w:val="en-IN" w:eastAsia="en-IN" w:bidi="hi-IN"/>
              </w:rPr>
              <w:t>MVC architecture</w:t>
            </w:r>
            <w:r w:rsidR="002D7F9B" w:rsidRPr="00FB6E04">
              <w:rPr>
                <w:lang w:val="en-IN" w:eastAsia="en-IN" w:bidi="hi-IN"/>
              </w:rPr>
              <w:t xml:space="preserve"> for separation of concerns, and </w:t>
            </w:r>
            <w:r w:rsidR="002D7F9B" w:rsidRPr="006A000C">
              <w:rPr>
                <w:b/>
                <w:bCs/>
                <w:lang w:val="en-IN" w:eastAsia="en-IN" w:bidi="hi-IN"/>
              </w:rPr>
              <w:t>JavaScript</w:t>
            </w:r>
            <w:r w:rsidR="002D7F9B" w:rsidRPr="00FB6E04">
              <w:rPr>
                <w:lang w:val="en-IN" w:eastAsia="en-IN" w:bidi="hi-IN"/>
              </w:rPr>
              <w:t xml:space="preserve"> for interactive user interfaces</w:t>
            </w:r>
          </w:p>
          <w:p w14:paraId="5E24C01F" w14:textId="77777777" w:rsidR="002D7F9B" w:rsidRDefault="002D7F9B" w:rsidP="00FB6E04">
            <w:pPr>
              <w:pStyle w:val="Heading3"/>
              <w:contextualSpacing w:val="0"/>
              <w:outlineLvl w:val="2"/>
            </w:pPr>
          </w:p>
          <w:p w14:paraId="00A86AF7" w14:textId="2E145C46" w:rsidR="00FB6E04" w:rsidRPr="00CF1A49" w:rsidRDefault="00FB6E04" w:rsidP="00FB6E04">
            <w:pPr>
              <w:pStyle w:val="Heading3"/>
              <w:contextualSpacing w:val="0"/>
              <w:outlineLvl w:val="2"/>
            </w:pPr>
            <w:r w:rsidRPr="00FB6E04">
              <w:t>Quiz Application</w:t>
            </w:r>
          </w:p>
          <w:p w14:paraId="581C3ED3" w14:textId="4755260A" w:rsidR="00FB6E04" w:rsidRDefault="00FB6E04" w:rsidP="00FB6E04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 xml:space="preserve">Technologies USED: </w:t>
            </w:r>
            <w:r w:rsidRPr="00FB6E04">
              <w:t>Java SE, Java Swing, Oracle 10g</w:t>
            </w:r>
          </w:p>
          <w:p w14:paraId="525DC734" w14:textId="2D953B4E" w:rsidR="00FB6E04" w:rsidRPr="00586DA9" w:rsidRDefault="00FB6E04" w:rsidP="00586DA9">
            <w:pPr>
              <w:pStyle w:val="ListBullet"/>
              <w:numPr>
                <w:ilvl w:val="0"/>
                <w:numId w:val="39"/>
              </w:numPr>
              <w:rPr>
                <w:lang w:val="en-IN" w:eastAsia="en-IN" w:bidi="hi-IN"/>
              </w:rPr>
            </w:pPr>
            <w:r w:rsidRPr="00FB6E04">
              <w:rPr>
                <w:lang w:val="en-IN" w:eastAsia="en-IN" w:bidi="hi-IN"/>
              </w:rPr>
              <w:t xml:space="preserve">Built a quiz application using Java SE and Java Swing. Designed interactive user interfaces, implemented quiz logic, and utilized </w:t>
            </w:r>
            <w:r w:rsidRPr="008A752C">
              <w:rPr>
                <w:b/>
                <w:bCs/>
                <w:lang w:val="en-IN" w:eastAsia="en-IN" w:bidi="hi-IN"/>
              </w:rPr>
              <w:t>Oracle 10g</w:t>
            </w:r>
            <w:r w:rsidRPr="00FB6E04">
              <w:rPr>
                <w:lang w:val="en-IN" w:eastAsia="en-IN" w:bidi="hi-IN"/>
              </w:rPr>
              <w:t xml:space="preserve"> for database management.</w:t>
            </w:r>
          </w:p>
        </w:tc>
      </w:tr>
    </w:tbl>
    <w:sdt>
      <w:sdtPr>
        <w:alias w:val="Education:"/>
        <w:tag w:val="Education:"/>
        <w:id w:val="-1908763273"/>
        <w:placeholder>
          <w:docPart w:val="003E77864A8C4A378E117DA6604FD440"/>
        </w:placeholder>
        <w:temporary/>
        <w:showingPlcHdr/>
        <w15:appearance w15:val="hidden"/>
      </w:sdtPr>
      <w:sdtEndPr/>
      <w:sdtContent>
        <w:p w14:paraId="305BB7A0" w14:textId="3BBC9E70" w:rsidR="0052197C" w:rsidRPr="00CF1A49" w:rsidRDefault="0052197C" w:rsidP="0052197C">
          <w:pPr>
            <w:pStyle w:val="Heading1"/>
          </w:pPr>
          <w:r w:rsidRPr="00AA61D7">
            <w:rPr>
              <w:rFonts w:ascii="Times New Roman" w:hAnsi="Times New Roman" w:cs="Times New Roman"/>
            </w:rPr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52197C" w:rsidRPr="00CF1A49" w14:paraId="4698E5E8" w14:textId="77777777" w:rsidTr="00C773BC">
        <w:tc>
          <w:tcPr>
            <w:tcW w:w="9290" w:type="dxa"/>
          </w:tcPr>
          <w:p w14:paraId="23504A71" w14:textId="74C9879E" w:rsidR="0052197C" w:rsidRPr="00CF1A49" w:rsidRDefault="0052197C" w:rsidP="00C773BC">
            <w:pPr>
              <w:pStyle w:val="Heading2"/>
              <w:contextualSpacing w:val="0"/>
              <w:outlineLvl w:val="1"/>
            </w:pPr>
            <w:r>
              <w:t>Bachelor of engineering</w:t>
            </w:r>
            <w:r w:rsidR="00BA293E">
              <w:t xml:space="preserve"> (B.</w:t>
            </w:r>
            <w:r w:rsidR="002251F1">
              <w:t xml:space="preserve"> </w:t>
            </w:r>
            <w:r w:rsidR="00BA293E">
              <w:t>Tech)</w:t>
            </w:r>
            <w:r>
              <w:t xml:space="preserve"> - cse</w:t>
            </w:r>
            <w:r w:rsidRPr="00CF1A49">
              <w:t xml:space="preserve">, </w:t>
            </w:r>
            <w:r w:rsidR="00BA293E">
              <w:rPr>
                <w:rStyle w:val="SubtleReference"/>
                <w:b/>
              </w:rPr>
              <w:t>7.98</w:t>
            </w:r>
            <w:r w:rsidR="008B6810" w:rsidRPr="008B6810">
              <w:rPr>
                <w:rStyle w:val="SubtleReference"/>
                <w:b/>
              </w:rPr>
              <w:t xml:space="preserve"> CGPA</w:t>
            </w:r>
            <w:r w:rsidR="008B6810">
              <w:rPr>
                <w:rStyle w:val="SubtleReference"/>
                <w:b/>
              </w:rPr>
              <w:t xml:space="preserve">, </w:t>
            </w:r>
            <w:r w:rsidR="00BA293E">
              <w:rPr>
                <w:rStyle w:val="SubtleReference"/>
                <w:b/>
              </w:rPr>
              <w:t>June</w:t>
            </w:r>
            <w:r w:rsidR="008B6810">
              <w:rPr>
                <w:rStyle w:val="SubtleReference"/>
                <w:b/>
              </w:rPr>
              <w:t xml:space="preserve"> 20</w:t>
            </w:r>
            <w:r w:rsidR="00BA293E">
              <w:rPr>
                <w:rStyle w:val="SubtleReference"/>
                <w:b/>
              </w:rPr>
              <w:t>21</w:t>
            </w:r>
          </w:p>
          <w:p w14:paraId="5A44A20C" w14:textId="1977E51D" w:rsidR="0052197C" w:rsidRDefault="00BA293E" w:rsidP="00C773B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SCOPE COLLEGE OF ENGINEERING</w:t>
            </w:r>
            <w:r w:rsidR="008B6810" w:rsidRPr="008B6810">
              <w:t xml:space="preserve">, </w:t>
            </w:r>
            <w:r>
              <w:t>BHOPAL</w:t>
            </w:r>
          </w:p>
          <w:p w14:paraId="16098DC3" w14:textId="77777777" w:rsidR="0052197C" w:rsidRDefault="0052197C" w:rsidP="00C773B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43C5BA20" w14:textId="001F294A" w:rsidR="0052197C" w:rsidRPr="00CF1A49" w:rsidRDefault="00BA293E" w:rsidP="00C773BC">
            <w:pPr>
              <w:pStyle w:val="Heading2"/>
              <w:contextualSpacing w:val="0"/>
              <w:outlineLvl w:val="1"/>
            </w:pPr>
            <w:r>
              <w:t xml:space="preserve">HIGHER SECONDARY SCHOOL (HSC) </w:t>
            </w:r>
            <w:r w:rsidR="008B6810">
              <w:t>- PCM</w:t>
            </w:r>
            <w:r w:rsidR="0052197C" w:rsidRPr="00CF1A49">
              <w:t xml:space="preserve">, </w:t>
            </w:r>
            <w:r>
              <w:rPr>
                <w:rStyle w:val="SubtleReference"/>
                <w:b/>
              </w:rPr>
              <w:t>64</w:t>
            </w:r>
            <w:r w:rsidR="008B6810">
              <w:rPr>
                <w:rStyle w:val="SubtleReference"/>
                <w:b/>
              </w:rPr>
              <w:t>.4</w:t>
            </w:r>
            <w:r w:rsidR="0052197C" w:rsidRPr="00B45F76">
              <w:rPr>
                <w:rStyle w:val="SubtleReference"/>
                <w:b/>
              </w:rPr>
              <w:t>%</w:t>
            </w:r>
            <w:r w:rsidR="008B6810">
              <w:rPr>
                <w:rStyle w:val="SubtleReference"/>
                <w:b/>
              </w:rPr>
              <w:t xml:space="preserve">, </w:t>
            </w:r>
            <w:r w:rsidR="007A1DD5">
              <w:rPr>
                <w:rStyle w:val="SubtleReference"/>
                <w:b/>
              </w:rPr>
              <w:t xml:space="preserve">MAR </w:t>
            </w:r>
            <w:r w:rsidR="008B6810">
              <w:rPr>
                <w:rStyle w:val="SubtleReference"/>
                <w:b/>
              </w:rPr>
              <w:t>201</w:t>
            </w:r>
            <w:r>
              <w:rPr>
                <w:rStyle w:val="SubtleReference"/>
                <w:b/>
              </w:rPr>
              <w:t>7</w:t>
            </w:r>
          </w:p>
          <w:p w14:paraId="1382494D" w14:textId="6254A182" w:rsidR="0052197C" w:rsidRDefault="00BA293E" w:rsidP="00C773BC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i/>
              </w:rPr>
            </w:pPr>
            <w:r>
              <w:rPr>
                <w:i/>
              </w:rPr>
              <w:t>GIRLS GOVERNMENT HIGHER SECONDARY SCHOOL, MANDIDEEP</w:t>
            </w:r>
            <w:r w:rsidR="008B6810" w:rsidRPr="008B6810">
              <w:rPr>
                <w:i/>
              </w:rPr>
              <w:t xml:space="preserve"> (</w:t>
            </w:r>
            <w:r>
              <w:rPr>
                <w:i/>
              </w:rPr>
              <w:t>MP BOARD</w:t>
            </w:r>
            <w:r w:rsidR="008B6810" w:rsidRPr="008B6810">
              <w:rPr>
                <w:i/>
              </w:rPr>
              <w:t>)</w:t>
            </w:r>
          </w:p>
          <w:p w14:paraId="0842C320" w14:textId="77777777" w:rsidR="0052197C" w:rsidRDefault="0052197C" w:rsidP="00C773BC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i/>
              </w:rPr>
            </w:pPr>
          </w:p>
          <w:p w14:paraId="76454E7A" w14:textId="68264DB6" w:rsidR="008B6810" w:rsidRPr="00CF1A49" w:rsidRDefault="00BA293E" w:rsidP="008B6810">
            <w:pPr>
              <w:pStyle w:val="Heading2"/>
              <w:contextualSpacing w:val="0"/>
              <w:outlineLvl w:val="1"/>
            </w:pPr>
            <w:r>
              <w:t xml:space="preserve">SENIOR SECONDARY SCHOOL (Ssc) </w:t>
            </w:r>
            <w:r w:rsidR="008B6810">
              <w:t xml:space="preserve">- </w:t>
            </w:r>
            <w:r w:rsidR="007A1DD5">
              <w:rPr>
                <w:caps w:val="0"/>
              </w:rPr>
              <w:t>SCIENCE</w:t>
            </w:r>
            <w:r w:rsidR="008B6810" w:rsidRPr="00CF1A49">
              <w:t xml:space="preserve">, </w:t>
            </w:r>
            <w:r>
              <w:rPr>
                <w:rStyle w:val="SubtleReference"/>
                <w:b/>
              </w:rPr>
              <w:t>60%</w:t>
            </w:r>
            <w:r w:rsidR="008B6810">
              <w:rPr>
                <w:rStyle w:val="SubtleReference"/>
                <w:b/>
              </w:rPr>
              <w:t xml:space="preserve">, </w:t>
            </w:r>
            <w:r w:rsidR="007A1DD5">
              <w:rPr>
                <w:rStyle w:val="SubtleReference"/>
                <w:b/>
              </w:rPr>
              <w:t xml:space="preserve">MAR </w:t>
            </w:r>
            <w:r w:rsidR="00C2573B">
              <w:rPr>
                <w:rStyle w:val="SubtleReference"/>
                <w:b/>
              </w:rPr>
              <w:t>201</w:t>
            </w:r>
            <w:r>
              <w:rPr>
                <w:rStyle w:val="SubtleReference"/>
                <w:b/>
              </w:rPr>
              <w:t>5</w:t>
            </w:r>
          </w:p>
          <w:p w14:paraId="6DDCB1AB" w14:textId="487A2EB3" w:rsidR="0052197C" w:rsidRPr="00FD754E" w:rsidRDefault="00BA293E" w:rsidP="00FD754E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i/>
              </w:rPr>
            </w:pPr>
            <w:r>
              <w:rPr>
                <w:i/>
              </w:rPr>
              <w:t>DEEP VIDHYA NIKETAN HIGHER SECONDARY SCHOOL, MANDIDEEP</w:t>
            </w:r>
            <w:r w:rsidRPr="008B6810">
              <w:rPr>
                <w:i/>
              </w:rPr>
              <w:t xml:space="preserve"> </w:t>
            </w:r>
            <w:r w:rsidR="008B6810" w:rsidRPr="008B6810">
              <w:rPr>
                <w:i/>
              </w:rPr>
              <w:t>(</w:t>
            </w:r>
            <w:r>
              <w:rPr>
                <w:i/>
              </w:rPr>
              <w:t>MP BOARD</w:t>
            </w:r>
            <w:r w:rsidR="00FD754E">
              <w:rPr>
                <w:i/>
              </w:rPr>
              <w:t>)</w:t>
            </w:r>
          </w:p>
        </w:tc>
      </w:tr>
    </w:tbl>
    <w:p w14:paraId="42E183F9" w14:textId="4D1BA881" w:rsidR="00D364ED" w:rsidRPr="00AA61D7" w:rsidRDefault="00A03F6D" w:rsidP="00D364ED">
      <w:pPr>
        <w:pStyle w:val="Heading1"/>
        <w:rPr>
          <w:rFonts w:ascii="Times New Roman" w:hAnsi="Times New Roman" w:cs="Times New Roman"/>
        </w:rPr>
        <w:sectPr w:rsidR="00D364ED" w:rsidRPr="00AA61D7" w:rsidSect="00C7644A">
          <w:footerReference w:type="default" r:id="rId14"/>
          <w:headerReference w:type="first" r:id="rId15"/>
          <w:type w:val="continuous"/>
          <w:pgSz w:w="12240" w:h="15840" w:code="1"/>
          <w:pgMar w:top="950" w:right="1440" w:bottom="851" w:left="1440" w:header="576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</w:rPr>
        <w:t>TECHNICAL SKILLS</w:t>
      </w:r>
    </w:p>
    <w:tbl>
      <w:tblPr>
        <w:tblStyle w:val="TableGrid"/>
        <w:tblW w:w="7551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14101"/>
      </w:tblGrid>
      <w:tr w:rsidR="00D364ED" w:rsidRPr="00CF1A49" w14:paraId="2622CA96" w14:textId="77777777" w:rsidTr="00BA771A">
        <w:trPr>
          <w:trHeight w:val="429"/>
        </w:trPr>
        <w:tc>
          <w:tcPr>
            <w:tcW w:w="6489" w:type="dxa"/>
          </w:tcPr>
          <w:p w14:paraId="2088D53E" w14:textId="77777777" w:rsidR="00D364ED" w:rsidRDefault="00D364ED" w:rsidP="00D364ED">
            <w:pPr>
              <w:pStyle w:val="ListBullet"/>
              <w:numPr>
                <w:ilvl w:val="0"/>
                <w:numId w:val="34"/>
              </w:numPr>
            </w:pPr>
            <w:r>
              <w:t>Git &amp; GitHub</w:t>
            </w:r>
          </w:p>
          <w:p w14:paraId="4605919D" w14:textId="72100DF2" w:rsidR="00D364ED" w:rsidRDefault="00D364ED" w:rsidP="00D364ED">
            <w:pPr>
              <w:pStyle w:val="ListBullet"/>
              <w:numPr>
                <w:ilvl w:val="0"/>
                <w:numId w:val="34"/>
              </w:numPr>
            </w:pPr>
            <w:r>
              <w:t>Postman &amp; Swagger</w:t>
            </w:r>
          </w:p>
          <w:p w14:paraId="6C196ACA" w14:textId="77777777" w:rsidR="00D364ED" w:rsidRPr="002251F1" w:rsidRDefault="00D364ED" w:rsidP="00EB4E56">
            <w:pPr>
              <w:pStyle w:val="ListBullet"/>
              <w:numPr>
                <w:ilvl w:val="0"/>
                <w:numId w:val="34"/>
              </w:numPr>
            </w:pPr>
            <w:r>
              <w:t>SQL Server</w:t>
            </w:r>
          </w:p>
        </w:tc>
      </w:tr>
    </w:tbl>
    <w:p w14:paraId="0F16353B" w14:textId="77777777" w:rsidR="00D364ED" w:rsidRDefault="00D364ED" w:rsidP="00E70949"/>
    <w:sectPr w:rsidR="00D364ED" w:rsidSect="001702BC">
      <w:type w:val="continuous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C9197" w14:textId="77777777" w:rsidR="0017764B" w:rsidRDefault="0017764B" w:rsidP="0068194B">
      <w:r>
        <w:separator/>
      </w:r>
    </w:p>
    <w:p w14:paraId="146A201C" w14:textId="77777777" w:rsidR="0017764B" w:rsidRDefault="0017764B"/>
    <w:p w14:paraId="465E9E73" w14:textId="77777777" w:rsidR="0017764B" w:rsidRDefault="0017764B"/>
  </w:endnote>
  <w:endnote w:type="continuationSeparator" w:id="0">
    <w:p w14:paraId="689BF404" w14:textId="77777777" w:rsidR="0017764B" w:rsidRDefault="0017764B" w:rsidP="0068194B">
      <w:r>
        <w:continuationSeparator/>
      </w:r>
    </w:p>
    <w:p w14:paraId="41ED3AF5" w14:textId="77777777" w:rsidR="0017764B" w:rsidRDefault="0017764B"/>
    <w:p w14:paraId="44FBAC5C" w14:textId="77777777" w:rsidR="0017764B" w:rsidRDefault="0017764B"/>
  </w:endnote>
  <w:endnote w:type="continuationNotice" w:id="1">
    <w:p w14:paraId="32B76895" w14:textId="77777777" w:rsidR="0017764B" w:rsidRDefault="001776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1C5A5C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3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0592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D4388" w14:textId="662297B7" w:rsidR="00D364ED" w:rsidRDefault="00D364E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B2B643" w14:textId="77777777" w:rsidR="00D364ED" w:rsidRDefault="00D364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93EA0" w14:textId="77777777" w:rsidR="0017764B" w:rsidRDefault="0017764B" w:rsidP="0068194B">
      <w:r>
        <w:separator/>
      </w:r>
    </w:p>
    <w:p w14:paraId="5BB48007" w14:textId="77777777" w:rsidR="0017764B" w:rsidRDefault="0017764B"/>
    <w:p w14:paraId="36A068C8" w14:textId="77777777" w:rsidR="0017764B" w:rsidRDefault="0017764B"/>
  </w:footnote>
  <w:footnote w:type="continuationSeparator" w:id="0">
    <w:p w14:paraId="3B468652" w14:textId="77777777" w:rsidR="0017764B" w:rsidRDefault="0017764B" w:rsidP="0068194B">
      <w:r>
        <w:continuationSeparator/>
      </w:r>
    </w:p>
    <w:p w14:paraId="1B9BD201" w14:textId="77777777" w:rsidR="0017764B" w:rsidRDefault="0017764B"/>
    <w:p w14:paraId="43D43E83" w14:textId="77777777" w:rsidR="0017764B" w:rsidRDefault="0017764B"/>
  </w:footnote>
  <w:footnote w:type="continuationNotice" w:id="1">
    <w:p w14:paraId="002EACC3" w14:textId="77777777" w:rsidR="0017764B" w:rsidRDefault="001776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A768B" w14:textId="27048E08" w:rsidR="00236D54" w:rsidRPr="002251F1" w:rsidRDefault="00236D54" w:rsidP="005A1B10">
    <w:pPr>
      <w:pStyle w:val="Header"/>
      <w:rPr>
        <w:lang w:val="en-I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02E80" w14:textId="3E42AA5D" w:rsidR="00D364ED" w:rsidRPr="002251F1" w:rsidRDefault="00D364ED" w:rsidP="005A1B10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A958147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03359F0"/>
    <w:multiLevelType w:val="hybridMultilevel"/>
    <w:tmpl w:val="ED44E4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B63DE3"/>
    <w:multiLevelType w:val="hybridMultilevel"/>
    <w:tmpl w:val="C9B856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782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8A5883"/>
    <w:multiLevelType w:val="hybridMultilevel"/>
    <w:tmpl w:val="B0C4C6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2041D7F"/>
    <w:multiLevelType w:val="hybridMultilevel"/>
    <w:tmpl w:val="919A2D2A"/>
    <w:lvl w:ilvl="0" w:tplc="41BE7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782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E2DAE"/>
    <w:multiLevelType w:val="hybridMultilevel"/>
    <w:tmpl w:val="4A088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060AE"/>
    <w:multiLevelType w:val="hybridMultilevel"/>
    <w:tmpl w:val="87486D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766504"/>
    <w:multiLevelType w:val="hybridMultilevel"/>
    <w:tmpl w:val="BD26E0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B7B48"/>
    <w:multiLevelType w:val="hybridMultilevel"/>
    <w:tmpl w:val="82125A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11354"/>
    <w:multiLevelType w:val="hybridMultilevel"/>
    <w:tmpl w:val="748823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13D2B"/>
    <w:multiLevelType w:val="multilevel"/>
    <w:tmpl w:val="CE90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A01446A"/>
    <w:multiLevelType w:val="hybridMultilevel"/>
    <w:tmpl w:val="9CC023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27ACC"/>
    <w:multiLevelType w:val="hybridMultilevel"/>
    <w:tmpl w:val="5232CB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F77EC"/>
    <w:multiLevelType w:val="hybridMultilevel"/>
    <w:tmpl w:val="AFC82F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D6F7223"/>
    <w:multiLevelType w:val="hybridMultilevel"/>
    <w:tmpl w:val="346A4608"/>
    <w:lvl w:ilvl="0" w:tplc="41BE7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78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25141"/>
    <w:multiLevelType w:val="hybridMultilevel"/>
    <w:tmpl w:val="5F5C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14A48"/>
    <w:multiLevelType w:val="hybridMultilevel"/>
    <w:tmpl w:val="DF28BBB2"/>
    <w:lvl w:ilvl="0" w:tplc="41BE7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782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63201"/>
    <w:multiLevelType w:val="hybridMultilevel"/>
    <w:tmpl w:val="1B3AF32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545A6E"/>
    <w:multiLevelType w:val="hybridMultilevel"/>
    <w:tmpl w:val="2976EC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97022"/>
    <w:multiLevelType w:val="hybridMultilevel"/>
    <w:tmpl w:val="97FADB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92A38"/>
    <w:multiLevelType w:val="hybridMultilevel"/>
    <w:tmpl w:val="BF826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A67A4"/>
    <w:multiLevelType w:val="hybridMultilevel"/>
    <w:tmpl w:val="AEDC9B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53668"/>
    <w:multiLevelType w:val="hybridMultilevel"/>
    <w:tmpl w:val="3DBE0BC0"/>
    <w:lvl w:ilvl="0" w:tplc="F9D64C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3"/>
  </w:num>
  <w:num w:numId="6">
    <w:abstractNumId w:val="3"/>
  </w:num>
  <w:num w:numId="7">
    <w:abstractNumId w:val="17"/>
  </w:num>
  <w:num w:numId="8">
    <w:abstractNumId w:val="2"/>
  </w:num>
  <w:num w:numId="9">
    <w:abstractNumId w:val="25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27"/>
  </w:num>
  <w:num w:numId="15">
    <w:abstractNumId w:val="15"/>
  </w:num>
  <w:num w:numId="16">
    <w:abstractNumId w:val="10"/>
  </w:num>
  <w:num w:numId="17">
    <w:abstractNumId w:val="32"/>
  </w:num>
  <w:num w:numId="18">
    <w:abstractNumId w:val="28"/>
  </w:num>
  <w:num w:numId="19">
    <w:abstractNumId w:val="11"/>
  </w:num>
  <w:num w:numId="20">
    <w:abstractNumId w:val="23"/>
  </w:num>
  <w:num w:numId="21">
    <w:abstractNumId w:val="33"/>
  </w:num>
  <w:num w:numId="22">
    <w:abstractNumId w:val="13"/>
  </w:num>
  <w:num w:numId="23">
    <w:abstractNumId w:val="13"/>
  </w:num>
  <w:num w:numId="24">
    <w:abstractNumId w:val="26"/>
  </w:num>
  <w:num w:numId="25">
    <w:abstractNumId w:val="24"/>
  </w:num>
  <w:num w:numId="26">
    <w:abstractNumId w:val="13"/>
  </w:num>
  <w:num w:numId="27">
    <w:abstractNumId w:val="34"/>
  </w:num>
  <w:num w:numId="28">
    <w:abstractNumId w:val="13"/>
  </w:num>
  <w:num w:numId="29">
    <w:abstractNumId w:val="13"/>
  </w:num>
  <w:num w:numId="30">
    <w:abstractNumId w:val="14"/>
  </w:num>
  <w:num w:numId="31">
    <w:abstractNumId w:val="20"/>
  </w:num>
  <w:num w:numId="32">
    <w:abstractNumId w:val="13"/>
  </w:num>
  <w:num w:numId="33">
    <w:abstractNumId w:val="21"/>
  </w:num>
  <w:num w:numId="34">
    <w:abstractNumId w:val="18"/>
  </w:num>
  <w:num w:numId="35">
    <w:abstractNumId w:val="19"/>
  </w:num>
  <w:num w:numId="36">
    <w:abstractNumId w:val="31"/>
  </w:num>
  <w:num w:numId="37">
    <w:abstractNumId w:val="12"/>
  </w:num>
  <w:num w:numId="38">
    <w:abstractNumId w:val="22"/>
  </w:num>
  <w:num w:numId="39">
    <w:abstractNumId w:val="30"/>
  </w:num>
  <w:num w:numId="40">
    <w:abstractNumId w:val="29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D5C"/>
    <w:rsid w:val="000001EF"/>
    <w:rsid w:val="000023C6"/>
    <w:rsid w:val="00005998"/>
    <w:rsid w:val="00007322"/>
    <w:rsid w:val="00007728"/>
    <w:rsid w:val="00012D74"/>
    <w:rsid w:val="00024584"/>
    <w:rsid w:val="00024730"/>
    <w:rsid w:val="00055E95"/>
    <w:rsid w:val="00062E56"/>
    <w:rsid w:val="0007021F"/>
    <w:rsid w:val="000B2BA5"/>
    <w:rsid w:val="000B5780"/>
    <w:rsid w:val="000D7737"/>
    <w:rsid w:val="000E1AEE"/>
    <w:rsid w:val="000F20E5"/>
    <w:rsid w:val="000F2F8C"/>
    <w:rsid w:val="0010006E"/>
    <w:rsid w:val="001045A8"/>
    <w:rsid w:val="00105140"/>
    <w:rsid w:val="00111DB8"/>
    <w:rsid w:val="00114A91"/>
    <w:rsid w:val="001164BB"/>
    <w:rsid w:val="001363C3"/>
    <w:rsid w:val="001427E1"/>
    <w:rsid w:val="00142DF9"/>
    <w:rsid w:val="001569F1"/>
    <w:rsid w:val="00163668"/>
    <w:rsid w:val="00165787"/>
    <w:rsid w:val="00170162"/>
    <w:rsid w:val="001702BC"/>
    <w:rsid w:val="00171566"/>
    <w:rsid w:val="00174676"/>
    <w:rsid w:val="001755A8"/>
    <w:rsid w:val="0017764B"/>
    <w:rsid w:val="00184014"/>
    <w:rsid w:val="00192008"/>
    <w:rsid w:val="00193E35"/>
    <w:rsid w:val="001B1896"/>
    <w:rsid w:val="001B1BE4"/>
    <w:rsid w:val="001C0E68"/>
    <w:rsid w:val="001C4B6F"/>
    <w:rsid w:val="001D0BF1"/>
    <w:rsid w:val="001D75A5"/>
    <w:rsid w:val="001E1A27"/>
    <w:rsid w:val="001E3120"/>
    <w:rsid w:val="001E7E0C"/>
    <w:rsid w:val="001F0BB0"/>
    <w:rsid w:val="001F0BED"/>
    <w:rsid w:val="001F4E6D"/>
    <w:rsid w:val="001F6140"/>
    <w:rsid w:val="00203573"/>
    <w:rsid w:val="0020597D"/>
    <w:rsid w:val="00213B4C"/>
    <w:rsid w:val="002251F1"/>
    <w:rsid w:val="002253B0"/>
    <w:rsid w:val="002348C4"/>
    <w:rsid w:val="00236D54"/>
    <w:rsid w:val="00241D8C"/>
    <w:rsid w:val="00241FDB"/>
    <w:rsid w:val="00242B5C"/>
    <w:rsid w:val="0024720C"/>
    <w:rsid w:val="0026042B"/>
    <w:rsid w:val="002617AE"/>
    <w:rsid w:val="002638D0"/>
    <w:rsid w:val="002647D3"/>
    <w:rsid w:val="00265C93"/>
    <w:rsid w:val="00271FB7"/>
    <w:rsid w:val="00275EAE"/>
    <w:rsid w:val="00294998"/>
    <w:rsid w:val="00297F18"/>
    <w:rsid w:val="002A1945"/>
    <w:rsid w:val="002B1BE6"/>
    <w:rsid w:val="002B2958"/>
    <w:rsid w:val="002B3890"/>
    <w:rsid w:val="002B3FC8"/>
    <w:rsid w:val="002B682F"/>
    <w:rsid w:val="002D23C5"/>
    <w:rsid w:val="002D6137"/>
    <w:rsid w:val="002D7F9B"/>
    <w:rsid w:val="002E7E61"/>
    <w:rsid w:val="002F05E5"/>
    <w:rsid w:val="002F254D"/>
    <w:rsid w:val="002F30E4"/>
    <w:rsid w:val="002F3FAE"/>
    <w:rsid w:val="00307140"/>
    <w:rsid w:val="00313C40"/>
    <w:rsid w:val="00316DFF"/>
    <w:rsid w:val="00325B57"/>
    <w:rsid w:val="00336056"/>
    <w:rsid w:val="003544E1"/>
    <w:rsid w:val="00366398"/>
    <w:rsid w:val="00380997"/>
    <w:rsid w:val="003A0632"/>
    <w:rsid w:val="003A30E5"/>
    <w:rsid w:val="003A6124"/>
    <w:rsid w:val="003A6ADF"/>
    <w:rsid w:val="003B5928"/>
    <w:rsid w:val="003B685E"/>
    <w:rsid w:val="003C6BE4"/>
    <w:rsid w:val="003D380F"/>
    <w:rsid w:val="003E160D"/>
    <w:rsid w:val="003F1D5F"/>
    <w:rsid w:val="00405128"/>
    <w:rsid w:val="00406CFF"/>
    <w:rsid w:val="00412339"/>
    <w:rsid w:val="00416B25"/>
    <w:rsid w:val="00420592"/>
    <w:rsid w:val="004319E0"/>
    <w:rsid w:val="0043273A"/>
    <w:rsid w:val="00432D91"/>
    <w:rsid w:val="00437E8C"/>
    <w:rsid w:val="00440225"/>
    <w:rsid w:val="00443554"/>
    <w:rsid w:val="004533D6"/>
    <w:rsid w:val="00470BE5"/>
    <w:rsid w:val="00471C96"/>
    <w:rsid w:val="004726BC"/>
    <w:rsid w:val="00474105"/>
    <w:rsid w:val="00480E6E"/>
    <w:rsid w:val="00485310"/>
    <w:rsid w:val="00485914"/>
    <w:rsid w:val="00486277"/>
    <w:rsid w:val="00494CF6"/>
    <w:rsid w:val="00495F8D"/>
    <w:rsid w:val="004A1FAE"/>
    <w:rsid w:val="004A32FF"/>
    <w:rsid w:val="004B06EB"/>
    <w:rsid w:val="004B6921"/>
    <w:rsid w:val="004B6AD0"/>
    <w:rsid w:val="004B787C"/>
    <w:rsid w:val="004C2D5D"/>
    <w:rsid w:val="004C33E1"/>
    <w:rsid w:val="004C7AD6"/>
    <w:rsid w:val="004E01EB"/>
    <w:rsid w:val="004E2794"/>
    <w:rsid w:val="00510392"/>
    <w:rsid w:val="00513E2A"/>
    <w:rsid w:val="00517BCD"/>
    <w:rsid w:val="0052197C"/>
    <w:rsid w:val="005268E2"/>
    <w:rsid w:val="00534BBB"/>
    <w:rsid w:val="00536FD1"/>
    <w:rsid w:val="00550248"/>
    <w:rsid w:val="00562C24"/>
    <w:rsid w:val="00566A35"/>
    <w:rsid w:val="0056701E"/>
    <w:rsid w:val="005675D6"/>
    <w:rsid w:val="005740D7"/>
    <w:rsid w:val="00586DA9"/>
    <w:rsid w:val="005A0F26"/>
    <w:rsid w:val="005A1B10"/>
    <w:rsid w:val="005A6850"/>
    <w:rsid w:val="005B1B1B"/>
    <w:rsid w:val="005C5932"/>
    <w:rsid w:val="005D3CA7"/>
    <w:rsid w:val="005D4CC1"/>
    <w:rsid w:val="005E6385"/>
    <w:rsid w:val="005E6FE0"/>
    <w:rsid w:val="005F4B91"/>
    <w:rsid w:val="005F55D2"/>
    <w:rsid w:val="0062312F"/>
    <w:rsid w:val="00625F2C"/>
    <w:rsid w:val="00656C27"/>
    <w:rsid w:val="006618E9"/>
    <w:rsid w:val="0066200F"/>
    <w:rsid w:val="00666E3C"/>
    <w:rsid w:val="0068194B"/>
    <w:rsid w:val="00683367"/>
    <w:rsid w:val="00692703"/>
    <w:rsid w:val="006A000C"/>
    <w:rsid w:val="006A1962"/>
    <w:rsid w:val="006A4831"/>
    <w:rsid w:val="006B5D48"/>
    <w:rsid w:val="006B7D7B"/>
    <w:rsid w:val="006C1A5E"/>
    <w:rsid w:val="006C1A62"/>
    <w:rsid w:val="006C1AF5"/>
    <w:rsid w:val="006D0B43"/>
    <w:rsid w:val="006E1507"/>
    <w:rsid w:val="006F0D4D"/>
    <w:rsid w:val="006F0FB4"/>
    <w:rsid w:val="006F47DE"/>
    <w:rsid w:val="00702D7A"/>
    <w:rsid w:val="00710B5F"/>
    <w:rsid w:val="00712D8B"/>
    <w:rsid w:val="007273B7"/>
    <w:rsid w:val="00733E0A"/>
    <w:rsid w:val="007358C9"/>
    <w:rsid w:val="0074403D"/>
    <w:rsid w:val="00746D44"/>
    <w:rsid w:val="007538DC"/>
    <w:rsid w:val="00757803"/>
    <w:rsid w:val="00772CCA"/>
    <w:rsid w:val="00787845"/>
    <w:rsid w:val="0079206B"/>
    <w:rsid w:val="00796076"/>
    <w:rsid w:val="007A1DD5"/>
    <w:rsid w:val="007B1CF7"/>
    <w:rsid w:val="007B2B29"/>
    <w:rsid w:val="007B67C9"/>
    <w:rsid w:val="007B7770"/>
    <w:rsid w:val="007C0566"/>
    <w:rsid w:val="007C4D81"/>
    <w:rsid w:val="007C606B"/>
    <w:rsid w:val="007C6CAD"/>
    <w:rsid w:val="007E6A61"/>
    <w:rsid w:val="007E773A"/>
    <w:rsid w:val="00801140"/>
    <w:rsid w:val="00803404"/>
    <w:rsid w:val="008078F6"/>
    <w:rsid w:val="0082619F"/>
    <w:rsid w:val="00834955"/>
    <w:rsid w:val="00855B59"/>
    <w:rsid w:val="00860461"/>
    <w:rsid w:val="0086487C"/>
    <w:rsid w:val="00870B20"/>
    <w:rsid w:val="008829F8"/>
    <w:rsid w:val="00885897"/>
    <w:rsid w:val="008A6538"/>
    <w:rsid w:val="008A752C"/>
    <w:rsid w:val="008B6810"/>
    <w:rsid w:val="008C1C50"/>
    <w:rsid w:val="008C7056"/>
    <w:rsid w:val="008D5D31"/>
    <w:rsid w:val="008F3B14"/>
    <w:rsid w:val="00901899"/>
    <w:rsid w:val="0090344B"/>
    <w:rsid w:val="00905715"/>
    <w:rsid w:val="0091321E"/>
    <w:rsid w:val="00913946"/>
    <w:rsid w:val="00914811"/>
    <w:rsid w:val="00917E40"/>
    <w:rsid w:val="009210CE"/>
    <w:rsid w:val="009215A2"/>
    <w:rsid w:val="0092726B"/>
    <w:rsid w:val="00931B12"/>
    <w:rsid w:val="009361BA"/>
    <w:rsid w:val="00944F78"/>
    <w:rsid w:val="009466BC"/>
    <w:rsid w:val="009510E7"/>
    <w:rsid w:val="00952C89"/>
    <w:rsid w:val="009571D8"/>
    <w:rsid w:val="00957B0A"/>
    <w:rsid w:val="0096257A"/>
    <w:rsid w:val="009650EA"/>
    <w:rsid w:val="0097790C"/>
    <w:rsid w:val="0098506E"/>
    <w:rsid w:val="0098693E"/>
    <w:rsid w:val="009916FD"/>
    <w:rsid w:val="00993985"/>
    <w:rsid w:val="009A0508"/>
    <w:rsid w:val="009A44CE"/>
    <w:rsid w:val="009C4DFC"/>
    <w:rsid w:val="009D44F8"/>
    <w:rsid w:val="009D7824"/>
    <w:rsid w:val="009E147F"/>
    <w:rsid w:val="009E1F44"/>
    <w:rsid w:val="009E3160"/>
    <w:rsid w:val="009E55D2"/>
    <w:rsid w:val="009E6F84"/>
    <w:rsid w:val="009F220C"/>
    <w:rsid w:val="009F3B05"/>
    <w:rsid w:val="009F4931"/>
    <w:rsid w:val="009F4B58"/>
    <w:rsid w:val="00A0321A"/>
    <w:rsid w:val="00A037B2"/>
    <w:rsid w:val="00A03F6D"/>
    <w:rsid w:val="00A06881"/>
    <w:rsid w:val="00A14534"/>
    <w:rsid w:val="00A16DAA"/>
    <w:rsid w:val="00A24162"/>
    <w:rsid w:val="00A25023"/>
    <w:rsid w:val="00A270EA"/>
    <w:rsid w:val="00A34BA2"/>
    <w:rsid w:val="00A36DF0"/>
    <w:rsid w:val="00A36F27"/>
    <w:rsid w:val="00A373BD"/>
    <w:rsid w:val="00A42E32"/>
    <w:rsid w:val="00A46E63"/>
    <w:rsid w:val="00A501B6"/>
    <w:rsid w:val="00A51DC5"/>
    <w:rsid w:val="00A53DE1"/>
    <w:rsid w:val="00A5714C"/>
    <w:rsid w:val="00A615E1"/>
    <w:rsid w:val="00A71F9A"/>
    <w:rsid w:val="00A755E8"/>
    <w:rsid w:val="00A83500"/>
    <w:rsid w:val="00A85052"/>
    <w:rsid w:val="00A93A5D"/>
    <w:rsid w:val="00AA34A5"/>
    <w:rsid w:val="00AA61D7"/>
    <w:rsid w:val="00AB2AF9"/>
    <w:rsid w:val="00AB32F8"/>
    <w:rsid w:val="00AB610B"/>
    <w:rsid w:val="00AC0205"/>
    <w:rsid w:val="00AC0361"/>
    <w:rsid w:val="00AC777C"/>
    <w:rsid w:val="00AD360E"/>
    <w:rsid w:val="00AD40FB"/>
    <w:rsid w:val="00AD782D"/>
    <w:rsid w:val="00AE7650"/>
    <w:rsid w:val="00AF2D2A"/>
    <w:rsid w:val="00AF5D56"/>
    <w:rsid w:val="00B010D9"/>
    <w:rsid w:val="00B03F65"/>
    <w:rsid w:val="00B10EBE"/>
    <w:rsid w:val="00B236F1"/>
    <w:rsid w:val="00B35878"/>
    <w:rsid w:val="00B50F99"/>
    <w:rsid w:val="00B51D1B"/>
    <w:rsid w:val="00B540F4"/>
    <w:rsid w:val="00B60FD0"/>
    <w:rsid w:val="00B622DF"/>
    <w:rsid w:val="00B6332A"/>
    <w:rsid w:val="00B67B3C"/>
    <w:rsid w:val="00B70C64"/>
    <w:rsid w:val="00B770B8"/>
    <w:rsid w:val="00B81760"/>
    <w:rsid w:val="00B8494C"/>
    <w:rsid w:val="00B91795"/>
    <w:rsid w:val="00BA1546"/>
    <w:rsid w:val="00BA293E"/>
    <w:rsid w:val="00BB4E51"/>
    <w:rsid w:val="00BC01EA"/>
    <w:rsid w:val="00BC3B9C"/>
    <w:rsid w:val="00BD2671"/>
    <w:rsid w:val="00BD431F"/>
    <w:rsid w:val="00BE0FC4"/>
    <w:rsid w:val="00BE423E"/>
    <w:rsid w:val="00BF05D2"/>
    <w:rsid w:val="00BF61AC"/>
    <w:rsid w:val="00C23746"/>
    <w:rsid w:val="00C246A7"/>
    <w:rsid w:val="00C2573B"/>
    <w:rsid w:val="00C43356"/>
    <w:rsid w:val="00C47FA6"/>
    <w:rsid w:val="00C57FC6"/>
    <w:rsid w:val="00C64498"/>
    <w:rsid w:val="00C66A7D"/>
    <w:rsid w:val="00C7644A"/>
    <w:rsid w:val="00C779DA"/>
    <w:rsid w:val="00C814F7"/>
    <w:rsid w:val="00C81AAD"/>
    <w:rsid w:val="00C86BBD"/>
    <w:rsid w:val="00CA4B4D"/>
    <w:rsid w:val="00CB35C3"/>
    <w:rsid w:val="00CB72A6"/>
    <w:rsid w:val="00CD323D"/>
    <w:rsid w:val="00CD4070"/>
    <w:rsid w:val="00CE4030"/>
    <w:rsid w:val="00CE64B3"/>
    <w:rsid w:val="00CF1A49"/>
    <w:rsid w:val="00CF629B"/>
    <w:rsid w:val="00D01ACF"/>
    <w:rsid w:val="00D0630C"/>
    <w:rsid w:val="00D0741E"/>
    <w:rsid w:val="00D113D3"/>
    <w:rsid w:val="00D243A9"/>
    <w:rsid w:val="00D305E5"/>
    <w:rsid w:val="00D34215"/>
    <w:rsid w:val="00D364ED"/>
    <w:rsid w:val="00D37CD3"/>
    <w:rsid w:val="00D66A52"/>
    <w:rsid w:val="00D66EFA"/>
    <w:rsid w:val="00D72A2D"/>
    <w:rsid w:val="00D777EB"/>
    <w:rsid w:val="00D86C68"/>
    <w:rsid w:val="00D87537"/>
    <w:rsid w:val="00D9521A"/>
    <w:rsid w:val="00DA3914"/>
    <w:rsid w:val="00DA59AA"/>
    <w:rsid w:val="00DB3BDF"/>
    <w:rsid w:val="00DB6915"/>
    <w:rsid w:val="00DB7E1E"/>
    <w:rsid w:val="00DC1B78"/>
    <w:rsid w:val="00DC2A2F"/>
    <w:rsid w:val="00DC45B5"/>
    <w:rsid w:val="00DC600B"/>
    <w:rsid w:val="00DE0FAA"/>
    <w:rsid w:val="00DE136D"/>
    <w:rsid w:val="00DE6534"/>
    <w:rsid w:val="00DF13BC"/>
    <w:rsid w:val="00DF40B6"/>
    <w:rsid w:val="00DF4D6C"/>
    <w:rsid w:val="00E01923"/>
    <w:rsid w:val="00E11A03"/>
    <w:rsid w:val="00E14498"/>
    <w:rsid w:val="00E21829"/>
    <w:rsid w:val="00E2397A"/>
    <w:rsid w:val="00E254DB"/>
    <w:rsid w:val="00E273EA"/>
    <w:rsid w:val="00E300FC"/>
    <w:rsid w:val="00E362DB"/>
    <w:rsid w:val="00E52AAA"/>
    <w:rsid w:val="00E54D83"/>
    <w:rsid w:val="00E5632B"/>
    <w:rsid w:val="00E70240"/>
    <w:rsid w:val="00E70949"/>
    <w:rsid w:val="00E71E6B"/>
    <w:rsid w:val="00E81CC5"/>
    <w:rsid w:val="00E83205"/>
    <w:rsid w:val="00E85A87"/>
    <w:rsid w:val="00E85B4A"/>
    <w:rsid w:val="00E9528E"/>
    <w:rsid w:val="00EA5099"/>
    <w:rsid w:val="00EB4E56"/>
    <w:rsid w:val="00EC1351"/>
    <w:rsid w:val="00EC4CBF"/>
    <w:rsid w:val="00ED0728"/>
    <w:rsid w:val="00ED2755"/>
    <w:rsid w:val="00EE2CA8"/>
    <w:rsid w:val="00EE3123"/>
    <w:rsid w:val="00EF17E8"/>
    <w:rsid w:val="00EF51D9"/>
    <w:rsid w:val="00F130DD"/>
    <w:rsid w:val="00F24884"/>
    <w:rsid w:val="00F33180"/>
    <w:rsid w:val="00F476C4"/>
    <w:rsid w:val="00F55E44"/>
    <w:rsid w:val="00F61DF9"/>
    <w:rsid w:val="00F65C3A"/>
    <w:rsid w:val="00F8160E"/>
    <w:rsid w:val="00F81960"/>
    <w:rsid w:val="00F82CB5"/>
    <w:rsid w:val="00F8769D"/>
    <w:rsid w:val="00F9350C"/>
    <w:rsid w:val="00F94EB5"/>
    <w:rsid w:val="00F9624D"/>
    <w:rsid w:val="00F96E08"/>
    <w:rsid w:val="00FA2D5C"/>
    <w:rsid w:val="00FB31C1"/>
    <w:rsid w:val="00FB58F2"/>
    <w:rsid w:val="00FB6E04"/>
    <w:rsid w:val="00FC6AEA"/>
    <w:rsid w:val="00FD0323"/>
    <w:rsid w:val="00FD0A4F"/>
    <w:rsid w:val="00FD1317"/>
    <w:rsid w:val="00FD39D0"/>
    <w:rsid w:val="00FD3D13"/>
    <w:rsid w:val="00FD754E"/>
    <w:rsid w:val="00FE55A2"/>
    <w:rsid w:val="00FE5E59"/>
    <w:rsid w:val="00FE7394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8F2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4ED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styleId="Emphasis">
    <w:name w:val="Emphasis"/>
    <w:basedOn w:val="DefaultParagraphFont"/>
    <w:uiPriority w:val="20"/>
    <w:qFormat/>
    <w:rsid w:val="00AA34A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C0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kapandit6101998@gmail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Accounting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03E77864A8C4A378E117DA6604FD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0BED6-FF31-481F-85E7-714DFB0A6979}"/>
      </w:docPartPr>
      <w:docPartBody>
        <w:p w:rsidR="002D731E" w:rsidRDefault="003D2279" w:rsidP="003D2279">
          <w:pPr>
            <w:pStyle w:val="003E77864A8C4A378E117DA6604FD440"/>
          </w:pPr>
          <w:r w:rsidRPr="00CF1A49">
            <w:t>Education</w:t>
          </w:r>
        </w:p>
      </w:docPartBody>
    </w:docPart>
    <w:docPart>
      <w:docPartPr>
        <w:name w:val="A04C0E4C3E1C4B47AD8800425705D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556B6-71CA-458A-8036-3829E8783327}"/>
      </w:docPartPr>
      <w:docPartBody>
        <w:p w:rsidR="000F484E" w:rsidRDefault="00A47C43" w:rsidP="00A47C43">
          <w:pPr>
            <w:pStyle w:val="A04C0E4C3E1C4B47AD8800425705D047"/>
          </w:pPr>
          <w:r w:rsidRPr="00CF1A49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C48"/>
    <w:rsid w:val="000F484E"/>
    <w:rsid w:val="00131139"/>
    <w:rsid w:val="00173F1F"/>
    <w:rsid w:val="00257C0D"/>
    <w:rsid w:val="0028159D"/>
    <w:rsid w:val="002D731E"/>
    <w:rsid w:val="00330113"/>
    <w:rsid w:val="003D2279"/>
    <w:rsid w:val="00437F68"/>
    <w:rsid w:val="004E2551"/>
    <w:rsid w:val="00504EB2"/>
    <w:rsid w:val="00512E1A"/>
    <w:rsid w:val="008523DB"/>
    <w:rsid w:val="00856FEA"/>
    <w:rsid w:val="00863C7F"/>
    <w:rsid w:val="008A3A03"/>
    <w:rsid w:val="009A7AB0"/>
    <w:rsid w:val="009E5B10"/>
    <w:rsid w:val="00A47C43"/>
    <w:rsid w:val="00B5215B"/>
    <w:rsid w:val="00B70C48"/>
    <w:rsid w:val="00B92E1B"/>
    <w:rsid w:val="00BC375E"/>
    <w:rsid w:val="00D30CD6"/>
    <w:rsid w:val="00DE142C"/>
    <w:rsid w:val="00F00323"/>
    <w:rsid w:val="00F232A9"/>
    <w:rsid w:val="00F7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D46DA841D4487EA8967F4252E452E2">
    <w:name w:val="CFD46DA841D4487EA8967F4252E452E2"/>
    <w:rsid w:val="008A3A03"/>
  </w:style>
  <w:style w:type="paragraph" w:customStyle="1" w:styleId="FBCF2FE8AB8D449FB5D4073FF211E263">
    <w:name w:val="FBCF2FE8AB8D449FB5D4073FF211E263"/>
    <w:rsid w:val="00F77273"/>
  </w:style>
  <w:style w:type="paragraph" w:customStyle="1" w:styleId="3337EA0786BB4BF88697486905BE716F">
    <w:name w:val="3337EA0786BB4BF88697486905BE716F"/>
    <w:rsid w:val="003D2279"/>
    <w:rPr>
      <w:lang w:val="en-US" w:eastAsia="en-US"/>
    </w:rPr>
  </w:style>
  <w:style w:type="paragraph" w:customStyle="1" w:styleId="003E77864A8C4A378E117DA6604FD440">
    <w:name w:val="003E77864A8C4A378E117DA6604FD440"/>
    <w:rsid w:val="003D2279"/>
    <w:rPr>
      <w:lang w:val="en-US" w:eastAsia="en-US"/>
    </w:rPr>
  </w:style>
  <w:style w:type="paragraph" w:customStyle="1" w:styleId="BD94AB5D0E214AB19064C7042908846C">
    <w:name w:val="BD94AB5D0E214AB19064C7042908846C"/>
    <w:rsid w:val="00A47C43"/>
    <w:rPr>
      <w:szCs w:val="20"/>
      <w:lang w:bidi="hi-IN"/>
    </w:rPr>
  </w:style>
  <w:style w:type="paragraph" w:customStyle="1" w:styleId="A56685818EBB45A5B3DEBAD6FCC47153">
    <w:name w:val="A56685818EBB45A5B3DEBAD6FCC47153"/>
    <w:rsid w:val="00A47C43"/>
    <w:rPr>
      <w:szCs w:val="20"/>
      <w:lang w:bidi="hi-IN"/>
    </w:rPr>
  </w:style>
  <w:style w:type="paragraph" w:customStyle="1" w:styleId="2335921F4DBE4AA5BB0671C90E47C9F9">
    <w:name w:val="2335921F4DBE4AA5BB0671C90E47C9F9"/>
    <w:rsid w:val="00A47C43"/>
    <w:rPr>
      <w:szCs w:val="20"/>
      <w:lang w:bidi="hi-IN"/>
    </w:rPr>
  </w:style>
  <w:style w:type="paragraph" w:customStyle="1" w:styleId="2B0411065D0A4A91A5706B8C7ECBF8C3">
    <w:name w:val="2B0411065D0A4A91A5706B8C7ECBF8C3"/>
    <w:rsid w:val="00A47C43"/>
    <w:rPr>
      <w:szCs w:val="20"/>
      <w:lang w:bidi="hi-IN"/>
    </w:rPr>
  </w:style>
  <w:style w:type="paragraph" w:customStyle="1" w:styleId="47D1BEDA862441E0992E785177E10F1C">
    <w:name w:val="47D1BEDA862441E0992E785177E10F1C"/>
    <w:rsid w:val="00A47C43"/>
    <w:rPr>
      <w:szCs w:val="20"/>
      <w:lang w:bidi="hi-IN"/>
    </w:rPr>
  </w:style>
  <w:style w:type="paragraph" w:customStyle="1" w:styleId="A04C0E4C3E1C4B47AD8800425705D047">
    <w:name w:val="A04C0E4C3E1C4B47AD8800425705D047"/>
    <w:rsid w:val="00A47C43"/>
    <w:rPr>
      <w:szCs w:val="20"/>
      <w:lang w:bidi="hi-IN"/>
    </w:rPr>
  </w:style>
  <w:style w:type="paragraph" w:customStyle="1" w:styleId="AEE6E19D1EFE49FCBF7866414FB61724">
    <w:name w:val="AEE6E19D1EFE49FCBF7866414FB61724"/>
    <w:rsid w:val="00A47C43"/>
    <w:rPr>
      <w:szCs w:val="20"/>
      <w:lang w:bidi="hi-IN"/>
    </w:rPr>
  </w:style>
  <w:style w:type="paragraph" w:customStyle="1" w:styleId="381D50D310AF4604A15D1D6B699237E8">
    <w:name w:val="381D50D310AF4604A15D1D6B699237E8"/>
    <w:rsid w:val="00A47C43"/>
    <w:rPr>
      <w:szCs w:val="20"/>
      <w:lang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13137-FECA-4B2D-A0F1-4DB59211E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62BB8-1253-4FAB-BF9A-1F186878EF90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210E9CCA-B965-45FD-937B-55A202EB75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AD5806-19ED-4D86-9AE2-B2FB5FA0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Accounting resume.dotx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2023-06-09T17:05:00Z</dcterms:created>
  <dcterms:modified xsi:type="dcterms:W3CDTF">2023-06-19T19:16:00Z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